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BF" w:rsidRPr="002B6065" w:rsidRDefault="005635FF" w:rsidP="00496245">
      <w:pPr>
        <w:pBdr>
          <w:top w:val="single" w:sz="4" w:space="1" w:color="000000" w:themeColor="text1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Souhlas s uveřejněním smlouvy na profilu zadavatele</w:t>
      </w:r>
    </w:p>
    <w:p w:rsidR="009039BF" w:rsidRPr="00803F5C" w:rsidRDefault="005635FF" w:rsidP="0055442A">
      <w:pPr>
        <w:spacing w:before="120"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Příloha č. </w:t>
      </w:r>
      <w:r w:rsidR="000919AE">
        <w:rPr>
          <w:rFonts w:asciiTheme="minorHAnsi" w:hAnsiTheme="minorHAnsi" w:cstheme="minorHAnsi"/>
          <w:i/>
        </w:rPr>
        <w:t>5</w:t>
      </w:r>
    </w:p>
    <w:p w:rsidR="00451E08" w:rsidRDefault="00451E08" w:rsidP="00941D8C">
      <w:pPr>
        <w:tabs>
          <w:tab w:val="left" w:pos="1276"/>
        </w:tabs>
        <w:spacing w:after="0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3D6172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D6172" w:rsidRPr="00451E08" w:rsidRDefault="003D6172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173F56" w:rsidP="00891E61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7"/>
                <w:placeholder>
                  <w:docPart w:val="23DF6EABF6784643845FB9B99BDD4430"/>
                </w:placeholder>
                <w:showingPlcHdr/>
                <w:text/>
              </w:sdtPr>
              <w:sdtContent>
                <w:r w:rsidR="003D6172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3D6172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D6172" w:rsidRPr="00451E08" w:rsidRDefault="003D6172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173F56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1"/>
                <w:placeholder>
                  <w:docPart w:val="0383128351E24DC8B8B1853D86FD7B94"/>
                </w:placeholder>
                <w:showingPlcHdr/>
                <w:text/>
              </w:sdtPr>
              <w:sdtContent>
                <w:r w:rsidR="003D6172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3D6172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14583864"/>
                <w:placeholder>
                  <w:docPart w:val="BB06545568DD475182961D3A8FBF11A9"/>
                </w:placeholder>
                <w:showingPlcHdr/>
                <w:text/>
              </w:sdtPr>
              <w:sdtContent>
                <w:r w:rsidR="003D6172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3D6172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D6172" w:rsidRPr="00451E08" w:rsidRDefault="003D6172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173F56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2"/>
                <w:placeholder>
                  <w:docPart w:val="33F426F9964C40DF8B66D29281656136"/>
                </w:placeholder>
                <w:showingPlcHdr/>
                <w:text/>
              </w:sdtPr>
              <w:sdtContent>
                <w:r w:rsidR="003D6172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3D6172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3D6172" w:rsidRPr="00451E08" w:rsidRDefault="003D6172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173F56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3"/>
                <w:placeholder>
                  <w:docPart w:val="AD9393FF9DA54FB684A673655A59FEF7"/>
                </w:placeholder>
                <w:showingPlcHdr/>
                <w:text/>
              </w:sdtPr>
              <w:sdtContent>
                <w:r w:rsidR="003D6172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451E08" w:rsidRDefault="00451E08" w:rsidP="00941D8C">
      <w:pPr>
        <w:tabs>
          <w:tab w:val="left" w:pos="1276"/>
        </w:tabs>
        <w:spacing w:after="0"/>
        <w:rPr>
          <w:rFonts w:asciiTheme="minorHAnsi" w:hAnsiTheme="minorHAnsi" w:cstheme="minorHAnsi"/>
          <w:b/>
          <w:color w:val="000000" w:themeColor="text1"/>
        </w:rPr>
      </w:pPr>
    </w:p>
    <w:p w:rsidR="009039BF" w:rsidRPr="00DA36CA" w:rsidRDefault="009039BF" w:rsidP="009039BF">
      <w:pPr>
        <w:spacing w:after="0"/>
        <w:jc w:val="center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jako dodavatel veřejné zakázky</w:t>
      </w:r>
      <w:r w:rsidR="004E0683">
        <w:rPr>
          <w:rFonts w:asciiTheme="minorHAnsi" w:hAnsiTheme="minorHAnsi" w:cstheme="minorHAnsi"/>
        </w:rPr>
        <w:t xml:space="preserve"> </w:t>
      </w:r>
      <w:r w:rsidRPr="00DA36CA">
        <w:rPr>
          <w:rFonts w:asciiTheme="minorHAnsi" w:hAnsiTheme="minorHAnsi" w:cstheme="minorHAnsi"/>
        </w:rPr>
        <w:t xml:space="preserve">s názvem </w:t>
      </w:r>
    </w:p>
    <w:p w:rsidR="00E41DD9" w:rsidRDefault="000919AE" w:rsidP="00E41DD9">
      <w:pPr>
        <w:spacing w:before="120" w:after="0"/>
        <w:jc w:val="center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  <w:color w:val="000000" w:themeColor="text1"/>
          </w:rPr>
          <w:id w:val="16790465"/>
          <w:placeholder>
            <w:docPart w:val="CB841E7B579C454F905FF132360C50AC"/>
          </w:placeholder>
          <w:text/>
        </w:sdtPr>
        <w:sdtContent>
          <w:r>
            <w:rPr>
              <w:rFonts w:asciiTheme="minorHAnsi" w:hAnsiTheme="minorHAnsi" w:cstheme="minorHAnsi"/>
              <w:b/>
              <w:color w:val="000000" w:themeColor="text1"/>
            </w:rPr>
            <w:t>„Oprava havarijního stavu čistící a desinfekční místnosti 3. a 4. NP</w:t>
          </w:r>
        </w:sdtContent>
      </w:sdt>
      <w:r w:rsidR="00E41DD9">
        <w:rPr>
          <w:rFonts w:asciiTheme="minorHAnsi" w:hAnsiTheme="minorHAnsi" w:cstheme="minorHAnsi"/>
          <w:b/>
        </w:rPr>
        <w:t>“</w:t>
      </w:r>
    </w:p>
    <w:p w:rsidR="009039BF" w:rsidRPr="00CA05B0" w:rsidRDefault="009039BF" w:rsidP="009039BF">
      <w:pPr>
        <w:spacing w:before="120" w:after="0"/>
        <w:jc w:val="center"/>
        <w:rPr>
          <w:rFonts w:asciiTheme="minorHAnsi" w:hAnsiTheme="minorHAnsi" w:cstheme="minorHAnsi"/>
          <w:b/>
        </w:rPr>
      </w:pPr>
    </w:p>
    <w:p w:rsidR="005635FF" w:rsidRPr="0050023F" w:rsidRDefault="005635FF" w:rsidP="005635FF">
      <w:pPr>
        <w:jc w:val="both"/>
        <w:rPr>
          <w:rFonts w:cs="Calibri"/>
        </w:rPr>
      </w:pPr>
      <w:r w:rsidRPr="0050023F">
        <w:rPr>
          <w:rFonts w:cs="Calibri"/>
        </w:rPr>
        <w:t xml:space="preserve">tímto čestně prohlašuje, </w:t>
      </w:r>
    </w:p>
    <w:p w:rsidR="005635FF" w:rsidRPr="0050023F" w:rsidRDefault="005635FF" w:rsidP="005635FF">
      <w:pPr>
        <w:spacing w:before="100" w:beforeAutospacing="1" w:after="100" w:afterAutospacing="1"/>
        <w:jc w:val="both"/>
        <w:rPr>
          <w:rFonts w:cs="Calibri"/>
          <w:lang w:eastAsia="en-US"/>
        </w:rPr>
      </w:pPr>
      <w:r w:rsidRPr="0050023F">
        <w:rPr>
          <w:rFonts w:cs="Calibri"/>
        </w:rPr>
        <w:t xml:space="preserve">že souhlasí s tím, aby </w:t>
      </w:r>
      <w:r w:rsidRPr="0050023F">
        <w:rPr>
          <w:rFonts w:cs="Calibri"/>
          <w:lang w:eastAsia="en-US"/>
        </w:rPr>
        <w:t xml:space="preserve">smlouva </w:t>
      </w:r>
      <w:r w:rsidR="00806B33">
        <w:rPr>
          <w:rFonts w:cs="Calibri"/>
          <w:lang w:eastAsia="en-US"/>
        </w:rPr>
        <w:t xml:space="preserve">o dílo </w:t>
      </w:r>
      <w:r w:rsidRPr="0050023F">
        <w:rPr>
          <w:rFonts w:cs="Calibri"/>
          <w:lang w:eastAsia="en-US"/>
        </w:rPr>
        <w:t>uzavřená na tuto veřejnou zakázku malého rozsahu, včetně případných dodatků, byla za účelem provádění zásady transparentnosti uveřejněna na profilu zadavatele, a to na URL adrese:</w:t>
      </w:r>
      <w:r w:rsidRPr="0050023F">
        <w:rPr>
          <w:rFonts w:cs="Calibri"/>
          <w:color w:val="FF0000"/>
          <w:lang w:eastAsia="en-US"/>
        </w:rPr>
        <w:t xml:space="preserve"> </w:t>
      </w:r>
      <w:sdt>
        <w:sdtPr>
          <w:rPr>
            <w:rFonts w:asciiTheme="minorHAnsi" w:hAnsiTheme="minorHAnsi" w:cstheme="minorHAnsi"/>
            <w:b/>
            <w:color w:val="0F243E" w:themeColor="text2" w:themeShade="80"/>
          </w:rPr>
          <w:id w:val="7172245"/>
          <w:placeholder>
            <w:docPart w:val="9E6057A8858544519526A2DEE879C27E"/>
          </w:placeholder>
          <w:text/>
        </w:sdtPr>
        <w:sdtContent>
          <w:r w:rsidR="00E41DD9" w:rsidRPr="00E41DD9">
            <w:rPr>
              <w:rFonts w:asciiTheme="minorHAnsi" w:hAnsiTheme="minorHAnsi" w:cstheme="minorHAnsi"/>
              <w:b/>
              <w:color w:val="0F243E" w:themeColor="text2" w:themeShade="80"/>
            </w:rPr>
            <w:t>https://ezak.cnpk.cz/contract_display_</w:t>
          </w:r>
          <w:r w:rsidR="000919AE">
            <w:rPr>
              <w:rFonts w:asciiTheme="minorHAnsi" w:hAnsiTheme="minorHAnsi" w:cstheme="minorHAnsi"/>
              <w:b/>
              <w:color w:val="0F243E" w:themeColor="text2" w:themeShade="80"/>
            </w:rPr>
            <w:t>5266</w:t>
          </w:r>
          <w:r w:rsidR="00E41DD9" w:rsidRPr="00E41DD9">
            <w:rPr>
              <w:rFonts w:asciiTheme="minorHAnsi" w:hAnsiTheme="minorHAnsi" w:cstheme="minorHAnsi"/>
              <w:b/>
              <w:color w:val="0F243E" w:themeColor="text2" w:themeShade="80"/>
            </w:rPr>
            <w:t>.html</w:t>
          </w:r>
        </w:sdtContent>
      </w:sdt>
      <w:r w:rsidRPr="0050023F">
        <w:t xml:space="preserve"> </w:t>
      </w:r>
      <w:r w:rsidRPr="0050023F">
        <w:rPr>
          <w:rFonts w:cs="Calibri"/>
        </w:rPr>
        <w:t xml:space="preserve">v detailu výše uvedené veřejné zakázky.  </w:t>
      </w: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A04651" w:rsidRPr="00DA36CA" w:rsidRDefault="00A04651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5442A" w:rsidRDefault="0055442A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BA07AE" w:rsidRDefault="00BA07AE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A47A8" w:rsidRDefault="005A47A8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BA07AE" w:rsidRDefault="00BA07AE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3D6172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3D6172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4605964"/>
                <w:placeholder>
                  <w:docPart w:val="01300CE711F346B0B6C304528AAEF22F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5"/>
                <w:placeholder>
                  <w:docPart w:val="62628AC35B4B4E8F856F5B4C4B40A946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6"/>
                <w:placeholder>
                  <w:docPart w:val="F19DC6BF2DE446F7A8D1179566710B45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7"/>
                <w:placeholder>
                  <w:docPart w:val="8FA12961647B41229990008D0A8F7A2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3D6172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3D6172" w:rsidRPr="00A82FD1" w:rsidRDefault="003D6172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3D6172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3D6172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D6172" w:rsidRDefault="003D6172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4605968"/>
              <w:placeholder>
                <w:docPart w:val="1569E630C882497C963B8D092AD1EEA0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3D6172" w:rsidRPr="00D123B0" w:rsidRDefault="003D6172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3D6172" w:rsidRPr="00D123B0" w:rsidRDefault="003D6172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</w:tbl>
    <w:p w:rsidR="00283EC3" w:rsidRPr="00523656" w:rsidRDefault="00283EC3" w:rsidP="005635FF">
      <w:pPr>
        <w:spacing w:after="0" w:line="240" w:lineRule="auto"/>
        <w:rPr>
          <w:rFonts w:asciiTheme="minorHAnsi" w:hAnsiTheme="minorHAnsi" w:cstheme="minorHAnsi"/>
          <w:i/>
          <w:color w:val="7F7F7F" w:themeColor="text1" w:themeTint="80"/>
        </w:rPr>
      </w:pPr>
    </w:p>
    <w:sectPr w:rsidR="00283EC3" w:rsidRPr="00523656" w:rsidSect="0096087C">
      <w:headerReference w:type="default" r:id="rId8"/>
      <w:footerReference w:type="default" r:id="rId9"/>
      <w:pgSz w:w="11906" w:h="16838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000" w:rsidRDefault="00831000" w:rsidP="00766C10">
      <w:pPr>
        <w:spacing w:after="0" w:line="240" w:lineRule="auto"/>
      </w:pPr>
      <w:r>
        <w:separator/>
      </w:r>
    </w:p>
  </w:endnote>
  <w:endnote w:type="continuationSeparator" w:id="0">
    <w:p w:rsidR="00831000" w:rsidRDefault="00831000" w:rsidP="0076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sz w:val="20"/>
        <w:szCs w:val="20"/>
      </w:rPr>
      <w:id w:val="20578779"/>
      <w:docPartObj>
        <w:docPartGallery w:val="Page Numbers (Bottom of Page)"/>
        <w:docPartUnique/>
      </w:docPartObj>
    </w:sdtPr>
    <w:sdtContent>
      <w:p w:rsidR="004331A9" w:rsidRPr="008B42C9" w:rsidRDefault="00173F56">
        <w:pPr>
          <w:pStyle w:val="Zpat"/>
          <w:jc w:val="right"/>
          <w:rPr>
            <w:rFonts w:ascii="Verdana" w:hAnsi="Verdana"/>
            <w:sz w:val="20"/>
            <w:szCs w:val="20"/>
          </w:rPr>
        </w:pPr>
      </w:p>
    </w:sdtContent>
  </w:sdt>
  <w:p w:rsidR="000C1D37" w:rsidRDefault="008310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000" w:rsidRDefault="00831000" w:rsidP="00766C10">
      <w:pPr>
        <w:spacing w:after="0" w:line="240" w:lineRule="auto"/>
      </w:pPr>
      <w:r>
        <w:separator/>
      </w:r>
    </w:p>
  </w:footnote>
  <w:footnote w:type="continuationSeparator" w:id="0">
    <w:p w:rsidR="00831000" w:rsidRDefault="00831000" w:rsidP="0076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A4" w:rsidRPr="004C633C" w:rsidRDefault="0013686B" w:rsidP="0013686B">
    <w:pPr>
      <w:spacing w:after="0" w:line="240" w:lineRule="auto"/>
      <w:ind w:left="1" w:hanging="1"/>
      <w:jc w:val="right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28271A"/>
    <w:rsid w:val="000004D8"/>
    <w:rsid w:val="00000A67"/>
    <w:rsid w:val="00000DC2"/>
    <w:rsid w:val="00001D0A"/>
    <w:rsid w:val="000026A1"/>
    <w:rsid w:val="00002E74"/>
    <w:rsid w:val="00003077"/>
    <w:rsid w:val="00004699"/>
    <w:rsid w:val="00004C2C"/>
    <w:rsid w:val="00004E7C"/>
    <w:rsid w:val="00004F67"/>
    <w:rsid w:val="000056B6"/>
    <w:rsid w:val="00005752"/>
    <w:rsid w:val="0000597A"/>
    <w:rsid w:val="000059E1"/>
    <w:rsid w:val="00005A60"/>
    <w:rsid w:val="00006720"/>
    <w:rsid w:val="00007087"/>
    <w:rsid w:val="000070E0"/>
    <w:rsid w:val="00010198"/>
    <w:rsid w:val="0001037F"/>
    <w:rsid w:val="0001150A"/>
    <w:rsid w:val="00011DBF"/>
    <w:rsid w:val="0001246D"/>
    <w:rsid w:val="00012560"/>
    <w:rsid w:val="0001309F"/>
    <w:rsid w:val="0001334C"/>
    <w:rsid w:val="000133FE"/>
    <w:rsid w:val="00013731"/>
    <w:rsid w:val="000139D3"/>
    <w:rsid w:val="00013EE4"/>
    <w:rsid w:val="00014052"/>
    <w:rsid w:val="00014BDE"/>
    <w:rsid w:val="0001539D"/>
    <w:rsid w:val="00015460"/>
    <w:rsid w:val="00015B30"/>
    <w:rsid w:val="00015B5E"/>
    <w:rsid w:val="0001616C"/>
    <w:rsid w:val="0001686E"/>
    <w:rsid w:val="000210D3"/>
    <w:rsid w:val="00021CB2"/>
    <w:rsid w:val="00021CF7"/>
    <w:rsid w:val="00022AAF"/>
    <w:rsid w:val="00022C91"/>
    <w:rsid w:val="00023A64"/>
    <w:rsid w:val="00024803"/>
    <w:rsid w:val="00025994"/>
    <w:rsid w:val="00026914"/>
    <w:rsid w:val="00027367"/>
    <w:rsid w:val="00027867"/>
    <w:rsid w:val="00027972"/>
    <w:rsid w:val="000304B8"/>
    <w:rsid w:val="000307EF"/>
    <w:rsid w:val="00030EB2"/>
    <w:rsid w:val="00030F77"/>
    <w:rsid w:val="00031230"/>
    <w:rsid w:val="00031345"/>
    <w:rsid w:val="000316B6"/>
    <w:rsid w:val="00031BAE"/>
    <w:rsid w:val="00031E98"/>
    <w:rsid w:val="00032F8E"/>
    <w:rsid w:val="00035B54"/>
    <w:rsid w:val="00035EDC"/>
    <w:rsid w:val="000363E0"/>
    <w:rsid w:val="00036ABB"/>
    <w:rsid w:val="00037D2D"/>
    <w:rsid w:val="00040443"/>
    <w:rsid w:val="000406AA"/>
    <w:rsid w:val="000415BE"/>
    <w:rsid w:val="00041832"/>
    <w:rsid w:val="00041BDE"/>
    <w:rsid w:val="00041F8D"/>
    <w:rsid w:val="0004303F"/>
    <w:rsid w:val="000432B0"/>
    <w:rsid w:val="0004490E"/>
    <w:rsid w:val="00044B95"/>
    <w:rsid w:val="00044EE2"/>
    <w:rsid w:val="00044F50"/>
    <w:rsid w:val="00045E6D"/>
    <w:rsid w:val="00046233"/>
    <w:rsid w:val="0004629C"/>
    <w:rsid w:val="00046EAF"/>
    <w:rsid w:val="00046F10"/>
    <w:rsid w:val="0004757D"/>
    <w:rsid w:val="0005008C"/>
    <w:rsid w:val="00050C9C"/>
    <w:rsid w:val="00050EF7"/>
    <w:rsid w:val="00051A04"/>
    <w:rsid w:val="000525D0"/>
    <w:rsid w:val="00052743"/>
    <w:rsid w:val="00052B71"/>
    <w:rsid w:val="00053CA8"/>
    <w:rsid w:val="000543AA"/>
    <w:rsid w:val="00054A42"/>
    <w:rsid w:val="0005550E"/>
    <w:rsid w:val="00055807"/>
    <w:rsid w:val="000578C3"/>
    <w:rsid w:val="00057ACF"/>
    <w:rsid w:val="000604AB"/>
    <w:rsid w:val="00060DB3"/>
    <w:rsid w:val="00060ED0"/>
    <w:rsid w:val="000626B3"/>
    <w:rsid w:val="00062E5B"/>
    <w:rsid w:val="000637F4"/>
    <w:rsid w:val="00065275"/>
    <w:rsid w:val="00065379"/>
    <w:rsid w:val="00065447"/>
    <w:rsid w:val="00065695"/>
    <w:rsid w:val="000664AE"/>
    <w:rsid w:val="000707F3"/>
    <w:rsid w:val="00070FD7"/>
    <w:rsid w:val="00071251"/>
    <w:rsid w:val="0007149B"/>
    <w:rsid w:val="00072CB8"/>
    <w:rsid w:val="00072EBC"/>
    <w:rsid w:val="000731F7"/>
    <w:rsid w:val="00073EFE"/>
    <w:rsid w:val="00073FBE"/>
    <w:rsid w:val="00074168"/>
    <w:rsid w:val="0007439B"/>
    <w:rsid w:val="0007447D"/>
    <w:rsid w:val="00074762"/>
    <w:rsid w:val="00074E23"/>
    <w:rsid w:val="000755FD"/>
    <w:rsid w:val="00075786"/>
    <w:rsid w:val="00075883"/>
    <w:rsid w:val="00075E84"/>
    <w:rsid w:val="000764AB"/>
    <w:rsid w:val="000774E9"/>
    <w:rsid w:val="00080234"/>
    <w:rsid w:val="00080A13"/>
    <w:rsid w:val="00080F89"/>
    <w:rsid w:val="00080FEC"/>
    <w:rsid w:val="000810AB"/>
    <w:rsid w:val="0008170C"/>
    <w:rsid w:val="00081C98"/>
    <w:rsid w:val="0008358B"/>
    <w:rsid w:val="000835E7"/>
    <w:rsid w:val="00083631"/>
    <w:rsid w:val="00084501"/>
    <w:rsid w:val="00085A49"/>
    <w:rsid w:val="00085A75"/>
    <w:rsid w:val="0008674E"/>
    <w:rsid w:val="00086BEC"/>
    <w:rsid w:val="0008718D"/>
    <w:rsid w:val="00087C3E"/>
    <w:rsid w:val="00087E84"/>
    <w:rsid w:val="00087ED3"/>
    <w:rsid w:val="00090B18"/>
    <w:rsid w:val="00090DE0"/>
    <w:rsid w:val="000911CE"/>
    <w:rsid w:val="00091757"/>
    <w:rsid w:val="000919AE"/>
    <w:rsid w:val="00092C19"/>
    <w:rsid w:val="00092D24"/>
    <w:rsid w:val="000938E1"/>
    <w:rsid w:val="00093B3A"/>
    <w:rsid w:val="00093C66"/>
    <w:rsid w:val="00093CDD"/>
    <w:rsid w:val="00094F95"/>
    <w:rsid w:val="00095886"/>
    <w:rsid w:val="00096336"/>
    <w:rsid w:val="000969EE"/>
    <w:rsid w:val="00096A02"/>
    <w:rsid w:val="000973AC"/>
    <w:rsid w:val="000973B8"/>
    <w:rsid w:val="000A0D2D"/>
    <w:rsid w:val="000A12FC"/>
    <w:rsid w:val="000A14AD"/>
    <w:rsid w:val="000A164D"/>
    <w:rsid w:val="000A177B"/>
    <w:rsid w:val="000A1CA6"/>
    <w:rsid w:val="000A278F"/>
    <w:rsid w:val="000A3C5C"/>
    <w:rsid w:val="000A41A7"/>
    <w:rsid w:val="000A47EA"/>
    <w:rsid w:val="000A52E2"/>
    <w:rsid w:val="000A5C41"/>
    <w:rsid w:val="000A64A8"/>
    <w:rsid w:val="000A6F70"/>
    <w:rsid w:val="000A7230"/>
    <w:rsid w:val="000B085E"/>
    <w:rsid w:val="000B0D62"/>
    <w:rsid w:val="000B1A57"/>
    <w:rsid w:val="000B1B0C"/>
    <w:rsid w:val="000B1B7C"/>
    <w:rsid w:val="000B1CA4"/>
    <w:rsid w:val="000B2233"/>
    <w:rsid w:val="000B2ACF"/>
    <w:rsid w:val="000B2F82"/>
    <w:rsid w:val="000B33DC"/>
    <w:rsid w:val="000B3E36"/>
    <w:rsid w:val="000B42B7"/>
    <w:rsid w:val="000B45F7"/>
    <w:rsid w:val="000B4F13"/>
    <w:rsid w:val="000B586D"/>
    <w:rsid w:val="000B5D75"/>
    <w:rsid w:val="000B669F"/>
    <w:rsid w:val="000B6724"/>
    <w:rsid w:val="000B6BE4"/>
    <w:rsid w:val="000B6E0F"/>
    <w:rsid w:val="000B716D"/>
    <w:rsid w:val="000C0C0F"/>
    <w:rsid w:val="000C0FBD"/>
    <w:rsid w:val="000C0FE9"/>
    <w:rsid w:val="000C1939"/>
    <w:rsid w:val="000C222E"/>
    <w:rsid w:val="000C26B8"/>
    <w:rsid w:val="000C29A4"/>
    <w:rsid w:val="000C2BE4"/>
    <w:rsid w:val="000C3623"/>
    <w:rsid w:val="000C377C"/>
    <w:rsid w:val="000C3BFF"/>
    <w:rsid w:val="000C3C09"/>
    <w:rsid w:val="000C3E44"/>
    <w:rsid w:val="000C3E50"/>
    <w:rsid w:val="000C41A7"/>
    <w:rsid w:val="000C4DA0"/>
    <w:rsid w:val="000C4DE2"/>
    <w:rsid w:val="000C57B4"/>
    <w:rsid w:val="000C5FD9"/>
    <w:rsid w:val="000C6564"/>
    <w:rsid w:val="000C720A"/>
    <w:rsid w:val="000D0750"/>
    <w:rsid w:val="000D0D76"/>
    <w:rsid w:val="000D0DFB"/>
    <w:rsid w:val="000D0FB7"/>
    <w:rsid w:val="000D1326"/>
    <w:rsid w:val="000D14B4"/>
    <w:rsid w:val="000D1F3D"/>
    <w:rsid w:val="000D1F4A"/>
    <w:rsid w:val="000D2540"/>
    <w:rsid w:val="000D32BD"/>
    <w:rsid w:val="000D3C46"/>
    <w:rsid w:val="000D42EE"/>
    <w:rsid w:val="000D4E3B"/>
    <w:rsid w:val="000D598D"/>
    <w:rsid w:val="000D6FCB"/>
    <w:rsid w:val="000D7702"/>
    <w:rsid w:val="000D78D4"/>
    <w:rsid w:val="000E0EC2"/>
    <w:rsid w:val="000E1468"/>
    <w:rsid w:val="000E1807"/>
    <w:rsid w:val="000E22D1"/>
    <w:rsid w:val="000E23CB"/>
    <w:rsid w:val="000E3535"/>
    <w:rsid w:val="000E379F"/>
    <w:rsid w:val="000E3973"/>
    <w:rsid w:val="000E496C"/>
    <w:rsid w:val="000E6AF6"/>
    <w:rsid w:val="000E6B34"/>
    <w:rsid w:val="000F09C5"/>
    <w:rsid w:val="000F1809"/>
    <w:rsid w:val="000F1A7D"/>
    <w:rsid w:val="000F1B72"/>
    <w:rsid w:val="000F1F9D"/>
    <w:rsid w:val="000F40DF"/>
    <w:rsid w:val="000F4527"/>
    <w:rsid w:val="000F4EEE"/>
    <w:rsid w:val="000F510D"/>
    <w:rsid w:val="000F5166"/>
    <w:rsid w:val="000F534E"/>
    <w:rsid w:val="000F53A4"/>
    <w:rsid w:val="000F574C"/>
    <w:rsid w:val="000F7BC8"/>
    <w:rsid w:val="000F7D30"/>
    <w:rsid w:val="0010001D"/>
    <w:rsid w:val="00100999"/>
    <w:rsid w:val="001018C5"/>
    <w:rsid w:val="00101A8B"/>
    <w:rsid w:val="00102757"/>
    <w:rsid w:val="00102DD9"/>
    <w:rsid w:val="001030B7"/>
    <w:rsid w:val="00103607"/>
    <w:rsid w:val="0010452A"/>
    <w:rsid w:val="001051F4"/>
    <w:rsid w:val="00105663"/>
    <w:rsid w:val="0010644B"/>
    <w:rsid w:val="00106566"/>
    <w:rsid w:val="00106685"/>
    <w:rsid w:val="00106BE1"/>
    <w:rsid w:val="00107D3D"/>
    <w:rsid w:val="00110363"/>
    <w:rsid w:val="00110871"/>
    <w:rsid w:val="00110F1A"/>
    <w:rsid w:val="0011109E"/>
    <w:rsid w:val="00111136"/>
    <w:rsid w:val="00111177"/>
    <w:rsid w:val="00111364"/>
    <w:rsid w:val="001121CD"/>
    <w:rsid w:val="00112573"/>
    <w:rsid w:val="00112694"/>
    <w:rsid w:val="0011279A"/>
    <w:rsid w:val="00113D8F"/>
    <w:rsid w:val="00115215"/>
    <w:rsid w:val="00115417"/>
    <w:rsid w:val="00115F48"/>
    <w:rsid w:val="001164B7"/>
    <w:rsid w:val="0011744F"/>
    <w:rsid w:val="00117EB5"/>
    <w:rsid w:val="00120EE5"/>
    <w:rsid w:val="00120F45"/>
    <w:rsid w:val="001211AB"/>
    <w:rsid w:val="0012122D"/>
    <w:rsid w:val="00121DF7"/>
    <w:rsid w:val="001224D1"/>
    <w:rsid w:val="0012270D"/>
    <w:rsid w:val="00122C7A"/>
    <w:rsid w:val="00123A40"/>
    <w:rsid w:val="00123AB9"/>
    <w:rsid w:val="00123BAA"/>
    <w:rsid w:val="00123C69"/>
    <w:rsid w:val="00123E00"/>
    <w:rsid w:val="001245D6"/>
    <w:rsid w:val="0012583D"/>
    <w:rsid w:val="0012643E"/>
    <w:rsid w:val="00126537"/>
    <w:rsid w:val="00126880"/>
    <w:rsid w:val="00127083"/>
    <w:rsid w:val="0012743E"/>
    <w:rsid w:val="0013043F"/>
    <w:rsid w:val="00130FE9"/>
    <w:rsid w:val="001310A1"/>
    <w:rsid w:val="00131115"/>
    <w:rsid w:val="001315CA"/>
    <w:rsid w:val="00131E86"/>
    <w:rsid w:val="00132103"/>
    <w:rsid w:val="00132669"/>
    <w:rsid w:val="00132926"/>
    <w:rsid w:val="001332EB"/>
    <w:rsid w:val="001338B4"/>
    <w:rsid w:val="0013489D"/>
    <w:rsid w:val="00134E7A"/>
    <w:rsid w:val="00134F81"/>
    <w:rsid w:val="00135758"/>
    <w:rsid w:val="00135852"/>
    <w:rsid w:val="00135AF2"/>
    <w:rsid w:val="00135EA8"/>
    <w:rsid w:val="001360BB"/>
    <w:rsid w:val="0013686B"/>
    <w:rsid w:val="00136A17"/>
    <w:rsid w:val="00137116"/>
    <w:rsid w:val="00137386"/>
    <w:rsid w:val="001373D6"/>
    <w:rsid w:val="00137760"/>
    <w:rsid w:val="00137997"/>
    <w:rsid w:val="00137AE8"/>
    <w:rsid w:val="00140336"/>
    <w:rsid w:val="0014142B"/>
    <w:rsid w:val="001418B6"/>
    <w:rsid w:val="00141BFC"/>
    <w:rsid w:val="001421F8"/>
    <w:rsid w:val="00142215"/>
    <w:rsid w:val="001424CB"/>
    <w:rsid w:val="0014277F"/>
    <w:rsid w:val="00142858"/>
    <w:rsid w:val="001428C6"/>
    <w:rsid w:val="00143185"/>
    <w:rsid w:val="001433D1"/>
    <w:rsid w:val="00143E2B"/>
    <w:rsid w:val="00143E54"/>
    <w:rsid w:val="00144584"/>
    <w:rsid w:val="001446D9"/>
    <w:rsid w:val="00144AFB"/>
    <w:rsid w:val="00145689"/>
    <w:rsid w:val="0014586C"/>
    <w:rsid w:val="00145D52"/>
    <w:rsid w:val="00146035"/>
    <w:rsid w:val="0014604E"/>
    <w:rsid w:val="001464DC"/>
    <w:rsid w:val="0014677E"/>
    <w:rsid w:val="00147079"/>
    <w:rsid w:val="001470ED"/>
    <w:rsid w:val="00147BD2"/>
    <w:rsid w:val="00147D6C"/>
    <w:rsid w:val="001513B4"/>
    <w:rsid w:val="00151E6B"/>
    <w:rsid w:val="0015228E"/>
    <w:rsid w:val="00153963"/>
    <w:rsid w:val="00153F10"/>
    <w:rsid w:val="00154FC7"/>
    <w:rsid w:val="00155D8C"/>
    <w:rsid w:val="00155EDE"/>
    <w:rsid w:val="00155FC5"/>
    <w:rsid w:val="00156A19"/>
    <w:rsid w:val="00156DE5"/>
    <w:rsid w:val="0015758F"/>
    <w:rsid w:val="00157665"/>
    <w:rsid w:val="001602AB"/>
    <w:rsid w:val="00160D5E"/>
    <w:rsid w:val="00160DC1"/>
    <w:rsid w:val="001610BA"/>
    <w:rsid w:val="00161117"/>
    <w:rsid w:val="001611C1"/>
    <w:rsid w:val="001628FB"/>
    <w:rsid w:val="00162ABA"/>
    <w:rsid w:val="00162C51"/>
    <w:rsid w:val="00163802"/>
    <w:rsid w:val="001640B4"/>
    <w:rsid w:val="001641B4"/>
    <w:rsid w:val="00164483"/>
    <w:rsid w:val="001647B2"/>
    <w:rsid w:val="00164887"/>
    <w:rsid w:val="00166201"/>
    <w:rsid w:val="00166B67"/>
    <w:rsid w:val="00166B9E"/>
    <w:rsid w:val="00166E72"/>
    <w:rsid w:val="001671ED"/>
    <w:rsid w:val="0016784B"/>
    <w:rsid w:val="00167BEE"/>
    <w:rsid w:val="00170FCE"/>
    <w:rsid w:val="00171B04"/>
    <w:rsid w:val="00173188"/>
    <w:rsid w:val="001733E2"/>
    <w:rsid w:val="001738DC"/>
    <w:rsid w:val="00173F56"/>
    <w:rsid w:val="00173FBA"/>
    <w:rsid w:val="00174029"/>
    <w:rsid w:val="00174772"/>
    <w:rsid w:val="00174C22"/>
    <w:rsid w:val="00175680"/>
    <w:rsid w:val="0017594C"/>
    <w:rsid w:val="00175B91"/>
    <w:rsid w:val="001761DA"/>
    <w:rsid w:val="001763FF"/>
    <w:rsid w:val="001766AE"/>
    <w:rsid w:val="00176B62"/>
    <w:rsid w:val="00176D2B"/>
    <w:rsid w:val="001776DF"/>
    <w:rsid w:val="0018059F"/>
    <w:rsid w:val="001811CE"/>
    <w:rsid w:val="001812D7"/>
    <w:rsid w:val="00181C3D"/>
    <w:rsid w:val="0018200C"/>
    <w:rsid w:val="00183D58"/>
    <w:rsid w:val="00183DA5"/>
    <w:rsid w:val="00184012"/>
    <w:rsid w:val="001843D7"/>
    <w:rsid w:val="001856E3"/>
    <w:rsid w:val="001859FF"/>
    <w:rsid w:val="00185E7B"/>
    <w:rsid w:val="00185FD9"/>
    <w:rsid w:val="0018607C"/>
    <w:rsid w:val="0018658E"/>
    <w:rsid w:val="00186816"/>
    <w:rsid w:val="00187662"/>
    <w:rsid w:val="001876B3"/>
    <w:rsid w:val="00187FFE"/>
    <w:rsid w:val="001902AB"/>
    <w:rsid w:val="001902D6"/>
    <w:rsid w:val="001906D7"/>
    <w:rsid w:val="00190ADF"/>
    <w:rsid w:val="00190B5D"/>
    <w:rsid w:val="00190EE4"/>
    <w:rsid w:val="0019103C"/>
    <w:rsid w:val="001916CD"/>
    <w:rsid w:val="001917E7"/>
    <w:rsid w:val="001918BB"/>
    <w:rsid w:val="00192CBF"/>
    <w:rsid w:val="00192DE8"/>
    <w:rsid w:val="00193024"/>
    <w:rsid w:val="00193BC3"/>
    <w:rsid w:val="00193CB7"/>
    <w:rsid w:val="00194537"/>
    <w:rsid w:val="00194C09"/>
    <w:rsid w:val="00195E99"/>
    <w:rsid w:val="001961E4"/>
    <w:rsid w:val="001966B5"/>
    <w:rsid w:val="00197B7E"/>
    <w:rsid w:val="00197E7E"/>
    <w:rsid w:val="00197F86"/>
    <w:rsid w:val="001A0324"/>
    <w:rsid w:val="001A0945"/>
    <w:rsid w:val="001A0B54"/>
    <w:rsid w:val="001A0D0A"/>
    <w:rsid w:val="001A0E39"/>
    <w:rsid w:val="001A1024"/>
    <w:rsid w:val="001A10C1"/>
    <w:rsid w:val="001A20E8"/>
    <w:rsid w:val="001A33B8"/>
    <w:rsid w:val="001A3FA7"/>
    <w:rsid w:val="001A489C"/>
    <w:rsid w:val="001A4D82"/>
    <w:rsid w:val="001A518B"/>
    <w:rsid w:val="001A5A0D"/>
    <w:rsid w:val="001A5AB3"/>
    <w:rsid w:val="001A668A"/>
    <w:rsid w:val="001A6CD1"/>
    <w:rsid w:val="001A6FCD"/>
    <w:rsid w:val="001A717F"/>
    <w:rsid w:val="001A74DF"/>
    <w:rsid w:val="001A7F1E"/>
    <w:rsid w:val="001B2038"/>
    <w:rsid w:val="001B2130"/>
    <w:rsid w:val="001B2918"/>
    <w:rsid w:val="001B2A8E"/>
    <w:rsid w:val="001B31C4"/>
    <w:rsid w:val="001B4161"/>
    <w:rsid w:val="001B4346"/>
    <w:rsid w:val="001B46BF"/>
    <w:rsid w:val="001B4AA1"/>
    <w:rsid w:val="001B556B"/>
    <w:rsid w:val="001B5E09"/>
    <w:rsid w:val="001B617C"/>
    <w:rsid w:val="001B7138"/>
    <w:rsid w:val="001B7BB6"/>
    <w:rsid w:val="001C0049"/>
    <w:rsid w:val="001C0937"/>
    <w:rsid w:val="001C1CDF"/>
    <w:rsid w:val="001C3561"/>
    <w:rsid w:val="001C3A33"/>
    <w:rsid w:val="001C4421"/>
    <w:rsid w:val="001C4B2A"/>
    <w:rsid w:val="001C4BBB"/>
    <w:rsid w:val="001C5A69"/>
    <w:rsid w:val="001C5C3B"/>
    <w:rsid w:val="001C5F5A"/>
    <w:rsid w:val="001C606D"/>
    <w:rsid w:val="001C6731"/>
    <w:rsid w:val="001C6752"/>
    <w:rsid w:val="001C71E2"/>
    <w:rsid w:val="001C7983"/>
    <w:rsid w:val="001D0449"/>
    <w:rsid w:val="001D069C"/>
    <w:rsid w:val="001D1253"/>
    <w:rsid w:val="001D1AE2"/>
    <w:rsid w:val="001D2524"/>
    <w:rsid w:val="001D3907"/>
    <w:rsid w:val="001D3C23"/>
    <w:rsid w:val="001D3C86"/>
    <w:rsid w:val="001D410A"/>
    <w:rsid w:val="001D4943"/>
    <w:rsid w:val="001D4F3D"/>
    <w:rsid w:val="001D53BD"/>
    <w:rsid w:val="001D5680"/>
    <w:rsid w:val="001D66E4"/>
    <w:rsid w:val="001D6827"/>
    <w:rsid w:val="001D6E93"/>
    <w:rsid w:val="001D7330"/>
    <w:rsid w:val="001D7566"/>
    <w:rsid w:val="001D7B5D"/>
    <w:rsid w:val="001D7BA9"/>
    <w:rsid w:val="001E01BD"/>
    <w:rsid w:val="001E04EF"/>
    <w:rsid w:val="001E0769"/>
    <w:rsid w:val="001E1F07"/>
    <w:rsid w:val="001E27CB"/>
    <w:rsid w:val="001E2BD0"/>
    <w:rsid w:val="001E3C82"/>
    <w:rsid w:val="001E4682"/>
    <w:rsid w:val="001E50FF"/>
    <w:rsid w:val="001E56F4"/>
    <w:rsid w:val="001E64D5"/>
    <w:rsid w:val="001E6632"/>
    <w:rsid w:val="001E6C3C"/>
    <w:rsid w:val="001E7035"/>
    <w:rsid w:val="001E77F1"/>
    <w:rsid w:val="001E7D1A"/>
    <w:rsid w:val="001F0104"/>
    <w:rsid w:val="001F1AD8"/>
    <w:rsid w:val="001F29D8"/>
    <w:rsid w:val="001F2D91"/>
    <w:rsid w:val="001F2F35"/>
    <w:rsid w:val="001F2F4C"/>
    <w:rsid w:val="001F4A12"/>
    <w:rsid w:val="001F5A7A"/>
    <w:rsid w:val="001F6384"/>
    <w:rsid w:val="001F6453"/>
    <w:rsid w:val="001F724A"/>
    <w:rsid w:val="001F72B3"/>
    <w:rsid w:val="001F774B"/>
    <w:rsid w:val="001F7E09"/>
    <w:rsid w:val="00200B81"/>
    <w:rsid w:val="00201381"/>
    <w:rsid w:val="002016B0"/>
    <w:rsid w:val="0020243A"/>
    <w:rsid w:val="0020251A"/>
    <w:rsid w:val="00202C5B"/>
    <w:rsid w:val="00202F4C"/>
    <w:rsid w:val="0020354D"/>
    <w:rsid w:val="0020380E"/>
    <w:rsid w:val="00204000"/>
    <w:rsid w:val="00204E70"/>
    <w:rsid w:val="00204F3F"/>
    <w:rsid w:val="00205A6C"/>
    <w:rsid w:val="00205C12"/>
    <w:rsid w:val="002068F2"/>
    <w:rsid w:val="00207035"/>
    <w:rsid w:val="002070A8"/>
    <w:rsid w:val="00207C05"/>
    <w:rsid w:val="00210357"/>
    <w:rsid w:val="00210829"/>
    <w:rsid w:val="00210E1B"/>
    <w:rsid w:val="00211F4C"/>
    <w:rsid w:val="00212F59"/>
    <w:rsid w:val="002135E1"/>
    <w:rsid w:val="0021387D"/>
    <w:rsid w:val="00213A2E"/>
    <w:rsid w:val="00214F0A"/>
    <w:rsid w:val="002155D6"/>
    <w:rsid w:val="00216557"/>
    <w:rsid w:val="00216802"/>
    <w:rsid w:val="00216D77"/>
    <w:rsid w:val="002176D8"/>
    <w:rsid w:val="0022008E"/>
    <w:rsid w:val="0022056E"/>
    <w:rsid w:val="00220A04"/>
    <w:rsid w:val="00220CA3"/>
    <w:rsid w:val="00222FB3"/>
    <w:rsid w:val="00223169"/>
    <w:rsid w:val="00223639"/>
    <w:rsid w:val="00223A49"/>
    <w:rsid w:val="00224066"/>
    <w:rsid w:val="0022438D"/>
    <w:rsid w:val="00224ED3"/>
    <w:rsid w:val="00225BFF"/>
    <w:rsid w:val="00225D8C"/>
    <w:rsid w:val="00226205"/>
    <w:rsid w:val="002275ED"/>
    <w:rsid w:val="00227D6A"/>
    <w:rsid w:val="00230A18"/>
    <w:rsid w:val="002312FE"/>
    <w:rsid w:val="002314A6"/>
    <w:rsid w:val="00231D00"/>
    <w:rsid w:val="00232209"/>
    <w:rsid w:val="00232216"/>
    <w:rsid w:val="0023384C"/>
    <w:rsid w:val="002342CA"/>
    <w:rsid w:val="00236E15"/>
    <w:rsid w:val="002409BE"/>
    <w:rsid w:val="002429AC"/>
    <w:rsid w:val="00242ABA"/>
    <w:rsid w:val="00244BCB"/>
    <w:rsid w:val="002457E5"/>
    <w:rsid w:val="0024595B"/>
    <w:rsid w:val="002462D7"/>
    <w:rsid w:val="002462DD"/>
    <w:rsid w:val="00246530"/>
    <w:rsid w:val="00247E81"/>
    <w:rsid w:val="0025012E"/>
    <w:rsid w:val="00250340"/>
    <w:rsid w:val="002507FD"/>
    <w:rsid w:val="002508EE"/>
    <w:rsid w:val="00251C21"/>
    <w:rsid w:val="00251E37"/>
    <w:rsid w:val="00252031"/>
    <w:rsid w:val="002520EC"/>
    <w:rsid w:val="00252889"/>
    <w:rsid w:val="00252EF5"/>
    <w:rsid w:val="00253215"/>
    <w:rsid w:val="00253C6A"/>
    <w:rsid w:val="00254402"/>
    <w:rsid w:val="00254968"/>
    <w:rsid w:val="00256535"/>
    <w:rsid w:val="002565D6"/>
    <w:rsid w:val="00256EFF"/>
    <w:rsid w:val="00256FE9"/>
    <w:rsid w:val="002601F6"/>
    <w:rsid w:val="002614DA"/>
    <w:rsid w:val="00263517"/>
    <w:rsid w:val="0026360E"/>
    <w:rsid w:val="00263EC6"/>
    <w:rsid w:val="00264465"/>
    <w:rsid w:val="002645E3"/>
    <w:rsid w:val="00264924"/>
    <w:rsid w:val="00264E9F"/>
    <w:rsid w:val="00264F6F"/>
    <w:rsid w:val="002651B4"/>
    <w:rsid w:val="00265862"/>
    <w:rsid w:val="00265B53"/>
    <w:rsid w:val="00265D7A"/>
    <w:rsid w:val="00265F57"/>
    <w:rsid w:val="00267465"/>
    <w:rsid w:val="00270CC8"/>
    <w:rsid w:val="002713B1"/>
    <w:rsid w:val="00271908"/>
    <w:rsid w:val="00271B7D"/>
    <w:rsid w:val="00271C1E"/>
    <w:rsid w:val="0027202D"/>
    <w:rsid w:val="00273789"/>
    <w:rsid w:val="0027384D"/>
    <w:rsid w:val="00273FD7"/>
    <w:rsid w:val="0027488B"/>
    <w:rsid w:val="00275BB9"/>
    <w:rsid w:val="002764AD"/>
    <w:rsid w:val="00277067"/>
    <w:rsid w:val="00277B37"/>
    <w:rsid w:val="00280101"/>
    <w:rsid w:val="0028131C"/>
    <w:rsid w:val="00281A21"/>
    <w:rsid w:val="00281EE1"/>
    <w:rsid w:val="0028271A"/>
    <w:rsid w:val="00282A28"/>
    <w:rsid w:val="00282BEE"/>
    <w:rsid w:val="002831FE"/>
    <w:rsid w:val="002836F4"/>
    <w:rsid w:val="00283EC3"/>
    <w:rsid w:val="00284333"/>
    <w:rsid w:val="002846BF"/>
    <w:rsid w:val="002850AC"/>
    <w:rsid w:val="00285557"/>
    <w:rsid w:val="00285E68"/>
    <w:rsid w:val="0028640B"/>
    <w:rsid w:val="00286B2C"/>
    <w:rsid w:val="00286ECB"/>
    <w:rsid w:val="002872E5"/>
    <w:rsid w:val="00287551"/>
    <w:rsid w:val="00287EE2"/>
    <w:rsid w:val="00287FDE"/>
    <w:rsid w:val="0029016E"/>
    <w:rsid w:val="00290267"/>
    <w:rsid w:val="0029061B"/>
    <w:rsid w:val="0029148B"/>
    <w:rsid w:val="00291630"/>
    <w:rsid w:val="002925D2"/>
    <w:rsid w:val="002934E6"/>
    <w:rsid w:val="002948A5"/>
    <w:rsid w:val="00294A22"/>
    <w:rsid w:val="00294B9A"/>
    <w:rsid w:val="00295546"/>
    <w:rsid w:val="0029596C"/>
    <w:rsid w:val="00295A22"/>
    <w:rsid w:val="002973EE"/>
    <w:rsid w:val="002A00F3"/>
    <w:rsid w:val="002A031E"/>
    <w:rsid w:val="002A049B"/>
    <w:rsid w:val="002A13DA"/>
    <w:rsid w:val="002A16A8"/>
    <w:rsid w:val="002A16C0"/>
    <w:rsid w:val="002A1D82"/>
    <w:rsid w:val="002A2358"/>
    <w:rsid w:val="002A2F43"/>
    <w:rsid w:val="002A34B9"/>
    <w:rsid w:val="002A39B8"/>
    <w:rsid w:val="002A4BC4"/>
    <w:rsid w:val="002A58C3"/>
    <w:rsid w:val="002A5C36"/>
    <w:rsid w:val="002A64BA"/>
    <w:rsid w:val="002A74C6"/>
    <w:rsid w:val="002B0CDE"/>
    <w:rsid w:val="002B18B1"/>
    <w:rsid w:val="002B26C3"/>
    <w:rsid w:val="002B2935"/>
    <w:rsid w:val="002B2CEF"/>
    <w:rsid w:val="002B527A"/>
    <w:rsid w:val="002B5AC2"/>
    <w:rsid w:val="002B5B65"/>
    <w:rsid w:val="002B6065"/>
    <w:rsid w:val="002B606B"/>
    <w:rsid w:val="002B692C"/>
    <w:rsid w:val="002B7103"/>
    <w:rsid w:val="002C02C1"/>
    <w:rsid w:val="002C0A14"/>
    <w:rsid w:val="002C0A42"/>
    <w:rsid w:val="002C0A53"/>
    <w:rsid w:val="002C1172"/>
    <w:rsid w:val="002C1873"/>
    <w:rsid w:val="002C2290"/>
    <w:rsid w:val="002C22D6"/>
    <w:rsid w:val="002C287A"/>
    <w:rsid w:val="002C3198"/>
    <w:rsid w:val="002C32B7"/>
    <w:rsid w:val="002C4702"/>
    <w:rsid w:val="002C4C56"/>
    <w:rsid w:val="002C5186"/>
    <w:rsid w:val="002C5618"/>
    <w:rsid w:val="002C561C"/>
    <w:rsid w:val="002C5E2A"/>
    <w:rsid w:val="002C6572"/>
    <w:rsid w:val="002C73C2"/>
    <w:rsid w:val="002C7554"/>
    <w:rsid w:val="002C779C"/>
    <w:rsid w:val="002C780B"/>
    <w:rsid w:val="002C784A"/>
    <w:rsid w:val="002C787A"/>
    <w:rsid w:val="002C7F95"/>
    <w:rsid w:val="002D10BD"/>
    <w:rsid w:val="002D1176"/>
    <w:rsid w:val="002D1482"/>
    <w:rsid w:val="002D1525"/>
    <w:rsid w:val="002D1623"/>
    <w:rsid w:val="002D16E9"/>
    <w:rsid w:val="002D223C"/>
    <w:rsid w:val="002D2988"/>
    <w:rsid w:val="002D2A57"/>
    <w:rsid w:val="002D31BE"/>
    <w:rsid w:val="002D371F"/>
    <w:rsid w:val="002D474F"/>
    <w:rsid w:val="002D4C71"/>
    <w:rsid w:val="002D4DE4"/>
    <w:rsid w:val="002D61FF"/>
    <w:rsid w:val="002D6347"/>
    <w:rsid w:val="002D63E3"/>
    <w:rsid w:val="002D64FE"/>
    <w:rsid w:val="002D69BC"/>
    <w:rsid w:val="002D701D"/>
    <w:rsid w:val="002D76D9"/>
    <w:rsid w:val="002E0DF3"/>
    <w:rsid w:val="002E11A5"/>
    <w:rsid w:val="002E1698"/>
    <w:rsid w:val="002E1B35"/>
    <w:rsid w:val="002E303E"/>
    <w:rsid w:val="002E358B"/>
    <w:rsid w:val="002E373D"/>
    <w:rsid w:val="002E412F"/>
    <w:rsid w:val="002E56FC"/>
    <w:rsid w:val="002E584A"/>
    <w:rsid w:val="002E5AC6"/>
    <w:rsid w:val="002E6353"/>
    <w:rsid w:val="002E693B"/>
    <w:rsid w:val="002E79A1"/>
    <w:rsid w:val="002F0D1F"/>
    <w:rsid w:val="002F1C8F"/>
    <w:rsid w:val="002F1E9C"/>
    <w:rsid w:val="002F2BC3"/>
    <w:rsid w:val="002F2E22"/>
    <w:rsid w:val="002F3B33"/>
    <w:rsid w:val="002F425D"/>
    <w:rsid w:val="002F472A"/>
    <w:rsid w:val="002F57B7"/>
    <w:rsid w:val="002F6BEE"/>
    <w:rsid w:val="002F6FC0"/>
    <w:rsid w:val="002F71E3"/>
    <w:rsid w:val="002F74F4"/>
    <w:rsid w:val="002F7FC4"/>
    <w:rsid w:val="003003B0"/>
    <w:rsid w:val="003009BF"/>
    <w:rsid w:val="00301650"/>
    <w:rsid w:val="00301C31"/>
    <w:rsid w:val="0030228C"/>
    <w:rsid w:val="00302498"/>
    <w:rsid w:val="00302F2A"/>
    <w:rsid w:val="00302FA5"/>
    <w:rsid w:val="00302FFE"/>
    <w:rsid w:val="0030306C"/>
    <w:rsid w:val="003036A6"/>
    <w:rsid w:val="00303926"/>
    <w:rsid w:val="00304532"/>
    <w:rsid w:val="00304FDD"/>
    <w:rsid w:val="003052B2"/>
    <w:rsid w:val="0030669C"/>
    <w:rsid w:val="0030742A"/>
    <w:rsid w:val="00307928"/>
    <w:rsid w:val="003079B8"/>
    <w:rsid w:val="003103FC"/>
    <w:rsid w:val="00310D11"/>
    <w:rsid w:val="003122C9"/>
    <w:rsid w:val="003128DD"/>
    <w:rsid w:val="00312D43"/>
    <w:rsid w:val="0031307D"/>
    <w:rsid w:val="003131C9"/>
    <w:rsid w:val="00313573"/>
    <w:rsid w:val="0031388C"/>
    <w:rsid w:val="00313BB7"/>
    <w:rsid w:val="00313C7A"/>
    <w:rsid w:val="003144D1"/>
    <w:rsid w:val="003147B5"/>
    <w:rsid w:val="003147DC"/>
    <w:rsid w:val="00314AAA"/>
    <w:rsid w:val="003163AD"/>
    <w:rsid w:val="00316D72"/>
    <w:rsid w:val="00317855"/>
    <w:rsid w:val="0032064D"/>
    <w:rsid w:val="003218C7"/>
    <w:rsid w:val="00321EE4"/>
    <w:rsid w:val="0032207E"/>
    <w:rsid w:val="0032279D"/>
    <w:rsid w:val="00322966"/>
    <w:rsid w:val="0032368F"/>
    <w:rsid w:val="00323DAA"/>
    <w:rsid w:val="003242F9"/>
    <w:rsid w:val="00324EA7"/>
    <w:rsid w:val="00325CF0"/>
    <w:rsid w:val="003266A0"/>
    <w:rsid w:val="00326D37"/>
    <w:rsid w:val="00326DBC"/>
    <w:rsid w:val="00327D6F"/>
    <w:rsid w:val="003303ED"/>
    <w:rsid w:val="00330A3A"/>
    <w:rsid w:val="0033204A"/>
    <w:rsid w:val="00332278"/>
    <w:rsid w:val="00332475"/>
    <w:rsid w:val="0033337D"/>
    <w:rsid w:val="00333447"/>
    <w:rsid w:val="003339D2"/>
    <w:rsid w:val="0033463F"/>
    <w:rsid w:val="00334789"/>
    <w:rsid w:val="00335920"/>
    <w:rsid w:val="00335A21"/>
    <w:rsid w:val="00335DF5"/>
    <w:rsid w:val="00335E79"/>
    <w:rsid w:val="00336183"/>
    <w:rsid w:val="0033685C"/>
    <w:rsid w:val="00336EA1"/>
    <w:rsid w:val="00336EFF"/>
    <w:rsid w:val="003371E7"/>
    <w:rsid w:val="003377C4"/>
    <w:rsid w:val="00337A84"/>
    <w:rsid w:val="00337EE1"/>
    <w:rsid w:val="0034085A"/>
    <w:rsid w:val="00341B26"/>
    <w:rsid w:val="00341DF3"/>
    <w:rsid w:val="00342EFF"/>
    <w:rsid w:val="0034336F"/>
    <w:rsid w:val="003434A8"/>
    <w:rsid w:val="00343C43"/>
    <w:rsid w:val="0034468F"/>
    <w:rsid w:val="003448E9"/>
    <w:rsid w:val="00344BD3"/>
    <w:rsid w:val="0034532F"/>
    <w:rsid w:val="003456EF"/>
    <w:rsid w:val="00345945"/>
    <w:rsid w:val="00346503"/>
    <w:rsid w:val="0034651A"/>
    <w:rsid w:val="0034674A"/>
    <w:rsid w:val="00346AD7"/>
    <w:rsid w:val="00346B42"/>
    <w:rsid w:val="00347C0B"/>
    <w:rsid w:val="00350403"/>
    <w:rsid w:val="003513DD"/>
    <w:rsid w:val="00351DB2"/>
    <w:rsid w:val="003525FC"/>
    <w:rsid w:val="00353404"/>
    <w:rsid w:val="00353C18"/>
    <w:rsid w:val="0035487C"/>
    <w:rsid w:val="00354E0D"/>
    <w:rsid w:val="00354E25"/>
    <w:rsid w:val="00354F8C"/>
    <w:rsid w:val="0035588D"/>
    <w:rsid w:val="0035595A"/>
    <w:rsid w:val="00355DC7"/>
    <w:rsid w:val="003567DD"/>
    <w:rsid w:val="00356BAA"/>
    <w:rsid w:val="0035704D"/>
    <w:rsid w:val="0035768C"/>
    <w:rsid w:val="0036010B"/>
    <w:rsid w:val="003608F4"/>
    <w:rsid w:val="00361280"/>
    <w:rsid w:val="00361595"/>
    <w:rsid w:val="0036195B"/>
    <w:rsid w:val="0036203F"/>
    <w:rsid w:val="003623E1"/>
    <w:rsid w:val="0036287E"/>
    <w:rsid w:val="00363FD5"/>
    <w:rsid w:val="003644BD"/>
    <w:rsid w:val="00364564"/>
    <w:rsid w:val="003648F4"/>
    <w:rsid w:val="00365746"/>
    <w:rsid w:val="0036691C"/>
    <w:rsid w:val="003678CD"/>
    <w:rsid w:val="00367A95"/>
    <w:rsid w:val="00371067"/>
    <w:rsid w:val="00371D8D"/>
    <w:rsid w:val="003724F1"/>
    <w:rsid w:val="003725EA"/>
    <w:rsid w:val="00372ADA"/>
    <w:rsid w:val="00373510"/>
    <w:rsid w:val="00373F41"/>
    <w:rsid w:val="003752D1"/>
    <w:rsid w:val="0037536B"/>
    <w:rsid w:val="00375C1D"/>
    <w:rsid w:val="0037617C"/>
    <w:rsid w:val="00376361"/>
    <w:rsid w:val="003766E1"/>
    <w:rsid w:val="00377D81"/>
    <w:rsid w:val="00377E28"/>
    <w:rsid w:val="00380039"/>
    <w:rsid w:val="003803BE"/>
    <w:rsid w:val="00380A68"/>
    <w:rsid w:val="00380B7E"/>
    <w:rsid w:val="00380F04"/>
    <w:rsid w:val="00382A5C"/>
    <w:rsid w:val="00382ED2"/>
    <w:rsid w:val="0038319B"/>
    <w:rsid w:val="003832F5"/>
    <w:rsid w:val="00383BD2"/>
    <w:rsid w:val="0038406A"/>
    <w:rsid w:val="003841B4"/>
    <w:rsid w:val="0038496A"/>
    <w:rsid w:val="00384C1F"/>
    <w:rsid w:val="00384D61"/>
    <w:rsid w:val="0038507F"/>
    <w:rsid w:val="00385238"/>
    <w:rsid w:val="00386C1E"/>
    <w:rsid w:val="00386CAF"/>
    <w:rsid w:val="00386DE8"/>
    <w:rsid w:val="003879A3"/>
    <w:rsid w:val="00390500"/>
    <w:rsid w:val="00390D80"/>
    <w:rsid w:val="00392EF7"/>
    <w:rsid w:val="00393383"/>
    <w:rsid w:val="00393D43"/>
    <w:rsid w:val="00393FF3"/>
    <w:rsid w:val="00394596"/>
    <w:rsid w:val="003959F6"/>
    <w:rsid w:val="00395EE8"/>
    <w:rsid w:val="00396B91"/>
    <w:rsid w:val="003971B4"/>
    <w:rsid w:val="003A06A7"/>
    <w:rsid w:val="003A08FB"/>
    <w:rsid w:val="003A0A99"/>
    <w:rsid w:val="003A1329"/>
    <w:rsid w:val="003A1655"/>
    <w:rsid w:val="003A1EF1"/>
    <w:rsid w:val="003A2A25"/>
    <w:rsid w:val="003A2C14"/>
    <w:rsid w:val="003A45E8"/>
    <w:rsid w:val="003A51C7"/>
    <w:rsid w:val="003A65B0"/>
    <w:rsid w:val="003A69CC"/>
    <w:rsid w:val="003A71A7"/>
    <w:rsid w:val="003A7487"/>
    <w:rsid w:val="003A7549"/>
    <w:rsid w:val="003A79A9"/>
    <w:rsid w:val="003A7A51"/>
    <w:rsid w:val="003B00C6"/>
    <w:rsid w:val="003B046D"/>
    <w:rsid w:val="003B1810"/>
    <w:rsid w:val="003B1F9E"/>
    <w:rsid w:val="003B213C"/>
    <w:rsid w:val="003B21C4"/>
    <w:rsid w:val="003B3C82"/>
    <w:rsid w:val="003B4336"/>
    <w:rsid w:val="003B4CF3"/>
    <w:rsid w:val="003B5233"/>
    <w:rsid w:val="003B56F3"/>
    <w:rsid w:val="003B5EA0"/>
    <w:rsid w:val="003B6CFC"/>
    <w:rsid w:val="003B7841"/>
    <w:rsid w:val="003C01EC"/>
    <w:rsid w:val="003C03BE"/>
    <w:rsid w:val="003C0834"/>
    <w:rsid w:val="003C09FF"/>
    <w:rsid w:val="003C18ED"/>
    <w:rsid w:val="003C1DC3"/>
    <w:rsid w:val="003C233F"/>
    <w:rsid w:val="003C367C"/>
    <w:rsid w:val="003C3E8E"/>
    <w:rsid w:val="003C41D1"/>
    <w:rsid w:val="003C4409"/>
    <w:rsid w:val="003C4FAD"/>
    <w:rsid w:val="003C547A"/>
    <w:rsid w:val="003C5A1F"/>
    <w:rsid w:val="003C714B"/>
    <w:rsid w:val="003C723A"/>
    <w:rsid w:val="003D00F9"/>
    <w:rsid w:val="003D0784"/>
    <w:rsid w:val="003D1F66"/>
    <w:rsid w:val="003D276A"/>
    <w:rsid w:val="003D2CDF"/>
    <w:rsid w:val="003D2D6A"/>
    <w:rsid w:val="003D3040"/>
    <w:rsid w:val="003D560D"/>
    <w:rsid w:val="003D6012"/>
    <w:rsid w:val="003D6172"/>
    <w:rsid w:val="003D6515"/>
    <w:rsid w:val="003D6919"/>
    <w:rsid w:val="003D6E04"/>
    <w:rsid w:val="003D6F05"/>
    <w:rsid w:val="003D70D9"/>
    <w:rsid w:val="003D724F"/>
    <w:rsid w:val="003D747E"/>
    <w:rsid w:val="003D7EF3"/>
    <w:rsid w:val="003E0850"/>
    <w:rsid w:val="003E18C5"/>
    <w:rsid w:val="003E1A29"/>
    <w:rsid w:val="003E1C6C"/>
    <w:rsid w:val="003E2B4F"/>
    <w:rsid w:val="003E33A3"/>
    <w:rsid w:val="003E3979"/>
    <w:rsid w:val="003E409B"/>
    <w:rsid w:val="003E5928"/>
    <w:rsid w:val="003E6D30"/>
    <w:rsid w:val="003E6D9B"/>
    <w:rsid w:val="003E6E85"/>
    <w:rsid w:val="003E7664"/>
    <w:rsid w:val="003E7E89"/>
    <w:rsid w:val="003F0653"/>
    <w:rsid w:val="003F0B02"/>
    <w:rsid w:val="003F12CF"/>
    <w:rsid w:val="003F13F4"/>
    <w:rsid w:val="003F175C"/>
    <w:rsid w:val="003F18BC"/>
    <w:rsid w:val="003F214B"/>
    <w:rsid w:val="003F252E"/>
    <w:rsid w:val="003F2CED"/>
    <w:rsid w:val="003F3058"/>
    <w:rsid w:val="003F3549"/>
    <w:rsid w:val="003F361A"/>
    <w:rsid w:val="003F3793"/>
    <w:rsid w:val="003F4261"/>
    <w:rsid w:val="003F4B32"/>
    <w:rsid w:val="003F4BEF"/>
    <w:rsid w:val="003F4CDC"/>
    <w:rsid w:val="003F4F30"/>
    <w:rsid w:val="003F5B18"/>
    <w:rsid w:val="003F6BC6"/>
    <w:rsid w:val="003F70BD"/>
    <w:rsid w:val="003F78C1"/>
    <w:rsid w:val="003F7BBB"/>
    <w:rsid w:val="003F7E4F"/>
    <w:rsid w:val="0040012E"/>
    <w:rsid w:val="0040096A"/>
    <w:rsid w:val="00400BAF"/>
    <w:rsid w:val="00400D70"/>
    <w:rsid w:val="00401502"/>
    <w:rsid w:val="00401CF9"/>
    <w:rsid w:val="004021EF"/>
    <w:rsid w:val="00402372"/>
    <w:rsid w:val="004043F2"/>
    <w:rsid w:val="0040464E"/>
    <w:rsid w:val="00404AFD"/>
    <w:rsid w:val="00406C0F"/>
    <w:rsid w:val="00407291"/>
    <w:rsid w:val="00407B82"/>
    <w:rsid w:val="004105AB"/>
    <w:rsid w:val="0041134E"/>
    <w:rsid w:val="00411D77"/>
    <w:rsid w:val="004136A3"/>
    <w:rsid w:val="0041747D"/>
    <w:rsid w:val="004174BC"/>
    <w:rsid w:val="004200D2"/>
    <w:rsid w:val="0042070C"/>
    <w:rsid w:val="004210BF"/>
    <w:rsid w:val="0042177E"/>
    <w:rsid w:val="00423697"/>
    <w:rsid w:val="00424D0B"/>
    <w:rsid w:val="0042571E"/>
    <w:rsid w:val="004276CE"/>
    <w:rsid w:val="004303D5"/>
    <w:rsid w:val="0043182A"/>
    <w:rsid w:val="00431F5A"/>
    <w:rsid w:val="004320FB"/>
    <w:rsid w:val="00432D9E"/>
    <w:rsid w:val="00432F77"/>
    <w:rsid w:val="00433112"/>
    <w:rsid w:val="00433690"/>
    <w:rsid w:val="0043378C"/>
    <w:rsid w:val="004358A7"/>
    <w:rsid w:val="00435DD3"/>
    <w:rsid w:val="004379E8"/>
    <w:rsid w:val="00440DCE"/>
    <w:rsid w:val="00441ABB"/>
    <w:rsid w:val="00442276"/>
    <w:rsid w:val="00442BBD"/>
    <w:rsid w:val="00442C2D"/>
    <w:rsid w:val="00443764"/>
    <w:rsid w:val="00443A98"/>
    <w:rsid w:val="00444153"/>
    <w:rsid w:val="00444A18"/>
    <w:rsid w:val="00444E11"/>
    <w:rsid w:val="004453E4"/>
    <w:rsid w:val="00445522"/>
    <w:rsid w:val="004455C1"/>
    <w:rsid w:val="00445D80"/>
    <w:rsid w:val="00446296"/>
    <w:rsid w:val="00446A73"/>
    <w:rsid w:val="004474E8"/>
    <w:rsid w:val="00447DF4"/>
    <w:rsid w:val="004502F1"/>
    <w:rsid w:val="00450347"/>
    <w:rsid w:val="00450554"/>
    <w:rsid w:val="004510A1"/>
    <w:rsid w:val="0045119D"/>
    <w:rsid w:val="00451736"/>
    <w:rsid w:val="0045183C"/>
    <w:rsid w:val="00451CDF"/>
    <w:rsid w:val="00451E08"/>
    <w:rsid w:val="00452110"/>
    <w:rsid w:val="00454E97"/>
    <w:rsid w:val="004553BB"/>
    <w:rsid w:val="00455BC2"/>
    <w:rsid w:val="004562AE"/>
    <w:rsid w:val="00456317"/>
    <w:rsid w:val="00456D63"/>
    <w:rsid w:val="00456F8C"/>
    <w:rsid w:val="00457E30"/>
    <w:rsid w:val="00460464"/>
    <w:rsid w:val="00460926"/>
    <w:rsid w:val="00460A64"/>
    <w:rsid w:val="00461667"/>
    <w:rsid w:val="004619AB"/>
    <w:rsid w:val="004622F6"/>
    <w:rsid w:val="0046260E"/>
    <w:rsid w:val="00462831"/>
    <w:rsid w:val="00462CF5"/>
    <w:rsid w:val="00462D4C"/>
    <w:rsid w:val="00463188"/>
    <w:rsid w:val="00463D4C"/>
    <w:rsid w:val="00464E71"/>
    <w:rsid w:val="0046513E"/>
    <w:rsid w:val="00465C7B"/>
    <w:rsid w:val="0046600E"/>
    <w:rsid w:val="0046747C"/>
    <w:rsid w:val="0046790C"/>
    <w:rsid w:val="004703D6"/>
    <w:rsid w:val="004705DB"/>
    <w:rsid w:val="00470B08"/>
    <w:rsid w:val="00471B66"/>
    <w:rsid w:val="00472233"/>
    <w:rsid w:val="004723F0"/>
    <w:rsid w:val="004726B2"/>
    <w:rsid w:val="00472B1A"/>
    <w:rsid w:val="00473FEE"/>
    <w:rsid w:val="00474AC7"/>
    <w:rsid w:val="004760C2"/>
    <w:rsid w:val="00477CD5"/>
    <w:rsid w:val="00477D8E"/>
    <w:rsid w:val="00480BCA"/>
    <w:rsid w:val="00480C5A"/>
    <w:rsid w:val="004818D4"/>
    <w:rsid w:val="004824BB"/>
    <w:rsid w:val="00482FD9"/>
    <w:rsid w:val="00483235"/>
    <w:rsid w:val="00483915"/>
    <w:rsid w:val="00483DB0"/>
    <w:rsid w:val="00483E01"/>
    <w:rsid w:val="0048412C"/>
    <w:rsid w:val="004851C5"/>
    <w:rsid w:val="00486121"/>
    <w:rsid w:val="00486902"/>
    <w:rsid w:val="004869EE"/>
    <w:rsid w:val="0048758D"/>
    <w:rsid w:val="00487B36"/>
    <w:rsid w:val="00490AB7"/>
    <w:rsid w:val="00490F06"/>
    <w:rsid w:val="00491C0B"/>
    <w:rsid w:val="00491F5B"/>
    <w:rsid w:val="00493232"/>
    <w:rsid w:val="00494184"/>
    <w:rsid w:val="00494185"/>
    <w:rsid w:val="004942C7"/>
    <w:rsid w:val="00494397"/>
    <w:rsid w:val="004948A5"/>
    <w:rsid w:val="004950FD"/>
    <w:rsid w:val="004953DC"/>
    <w:rsid w:val="004953DF"/>
    <w:rsid w:val="00496245"/>
    <w:rsid w:val="004972AC"/>
    <w:rsid w:val="004A03CA"/>
    <w:rsid w:val="004A0AB9"/>
    <w:rsid w:val="004A16AE"/>
    <w:rsid w:val="004A1B50"/>
    <w:rsid w:val="004A2689"/>
    <w:rsid w:val="004A2772"/>
    <w:rsid w:val="004A29AD"/>
    <w:rsid w:val="004A2AF9"/>
    <w:rsid w:val="004A2CAD"/>
    <w:rsid w:val="004A2D26"/>
    <w:rsid w:val="004A447B"/>
    <w:rsid w:val="004A4A12"/>
    <w:rsid w:val="004A4D0A"/>
    <w:rsid w:val="004A56EA"/>
    <w:rsid w:val="004A58F8"/>
    <w:rsid w:val="004A5B23"/>
    <w:rsid w:val="004A5D8A"/>
    <w:rsid w:val="004A6EDB"/>
    <w:rsid w:val="004A75A9"/>
    <w:rsid w:val="004A7E6D"/>
    <w:rsid w:val="004A7F0D"/>
    <w:rsid w:val="004B115B"/>
    <w:rsid w:val="004B1F3B"/>
    <w:rsid w:val="004B20A2"/>
    <w:rsid w:val="004B2126"/>
    <w:rsid w:val="004B2484"/>
    <w:rsid w:val="004B288C"/>
    <w:rsid w:val="004B2D69"/>
    <w:rsid w:val="004B306C"/>
    <w:rsid w:val="004B316B"/>
    <w:rsid w:val="004B392D"/>
    <w:rsid w:val="004B3936"/>
    <w:rsid w:val="004B4610"/>
    <w:rsid w:val="004B5773"/>
    <w:rsid w:val="004B5F9E"/>
    <w:rsid w:val="004B6B2B"/>
    <w:rsid w:val="004B6B76"/>
    <w:rsid w:val="004B7334"/>
    <w:rsid w:val="004C0311"/>
    <w:rsid w:val="004C0A59"/>
    <w:rsid w:val="004C18EB"/>
    <w:rsid w:val="004C33F1"/>
    <w:rsid w:val="004C3D6F"/>
    <w:rsid w:val="004C3D98"/>
    <w:rsid w:val="004C3DAC"/>
    <w:rsid w:val="004C3E92"/>
    <w:rsid w:val="004C44A7"/>
    <w:rsid w:val="004C4561"/>
    <w:rsid w:val="004C5523"/>
    <w:rsid w:val="004C5DDF"/>
    <w:rsid w:val="004C5E4C"/>
    <w:rsid w:val="004C633C"/>
    <w:rsid w:val="004C6386"/>
    <w:rsid w:val="004C74F9"/>
    <w:rsid w:val="004C761F"/>
    <w:rsid w:val="004D0273"/>
    <w:rsid w:val="004D0B30"/>
    <w:rsid w:val="004D14CC"/>
    <w:rsid w:val="004D1792"/>
    <w:rsid w:val="004D1D02"/>
    <w:rsid w:val="004D1D65"/>
    <w:rsid w:val="004D3137"/>
    <w:rsid w:val="004D314A"/>
    <w:rsid w:val="004D3CD2"/>
    <w:rsid w:val="004D42FB"/>
    <w:rsid w:val="004D47CC"/>
    <w:rsid w:val="004D4D51"/>
    <w:rsid w:val="004D4DBF"/>
    <w:rsid w:val="004D4DE9"/>
    <w:rsid w:val="004D56B0"/>
    <w:rsid w:val="004D5B76"/>
    <w:rsid w:val="004D5E80"/>
    <w:rsid w:val="004D6FDD"/>
    <w:rsid w:val="004D72F2"/>
    <w:rsid w:val="004D79BF"/>
    <w:rsid w:val="004D7CFF"/>
    <w:rsid w:val="004E0683"/>
    <w:rsid w:val="004E0B87"/>
    <w:rsid w:val="004E1063"/>
    <w:rsid w:val="004E11A5"/>
    <w:rsid w:val="004E124B"/>
    <w:rsid w:val="004E23B9"/>
    <w:rsid w:val="004E314D"/>
    <w:rsid w:val="004E32BE"/>
    <w:rsid w:val="004E3930"/>
    <w:rsid w:val="004E43BB"/>
    <w:rsid w:val="004E5017"/>
    <w:rsid w:val="004E51A1"/>
    <w:rsid w:val="004E522E"/>
    <w:rsid w:val="004E550D"/>
    <w:rsid w:val="004E5A4A"/>
    <w:rsid w:val="004E5B4F"/>
    <w:rsid w:val="004E5BC0"/>
    <w:rsid w:val="004E685B"/>
    <w:rsid w:val="004E7CC9"/>
    <w:rsid w:val="004F1288"/>
    <w:rsid w:val="004F1C77"/>
    <w:rsid w:val="004F1CA2"/>
    <w:rsid w:val="004F22C0"/>
    <w:rsid w:val="004F2604"/>
    <w:rsid w:val="004F2697"/>
    <w:rsid w:val="004F27D5"/>
    <w:rsid w:val="004F29B4"/>
    <w:rsid w:val="004F29EA"/>
    <w:rsid w:val="004F2DC7"/>
    <w:rsid w:val="004F3820"/>
    <w:rsid w:val="004F43A3"/>
    <w:rsid w:val="004F457D"/>
    <w:rsid w:val="004F5DAE"/>
    <w:rsid w:val="004F5F6B"/>
    <w:rsid w:val="004F6488"/>
    <w:rsid w:val="004F69AA"/>
    <w:rsid w:val="004F7143"/>
    <w:rsid w:val="004F7169"/>
    <w:rsid w:val="004F74B7"/>
    <w:rsid w:val="004F7BB6"/>
    <w:rsid w:val="00500050"/>
    <w:rsid w:val="00500148"/>
    <w:rsid w:val="00500209"/>
    <w:rsid w:val="00500260"/>
    <w:rsid w:val="0050078C"/>
    <w:rsid w:val="0050095D"/>
    <w:rsid w:val="00500B80"/>
    <w:rsid w:val="00500BF1"/>
    <w:rsid w:val="00500CB0"/>
    <w:rsid w:val="00500CE5"/>
    <w:rsid w:val="005010F2"/>
    <w:rsid w:val="00501433"/>
    <w:rsid w:val="005017B0"/>
    <w:rsid w:val="005018A9"/>
    <w:rsid w:val="00501E85"/>
    <w:rsid w:val="00502595"/>
    <w:rsid w:val="00502B6E"/>
    <w:rsid w:val="00502EBE"/>
    <w:rsid w:val="00503678"/>
    <w:rsid w:val="005036CA"/>
    <w:rsid w:val="005038F8"/>
    <w:rsid w:val="00503F81"/>
    <w:rsid w:val="005043AD"/>
    <w:rsid w:val="005043C7"/>
    <w:rsid w:val="00505044"/>
    <w:rsid w:val="00505C0A"/>
    <w:rsid w:val="00505DDE"/>
    <w:rsid w:val="00506394"/>
    <w:rsid w:val="00507A07"/>
    <w:rsid w:val="00507CE7"/>
    <w:rsid w:val="005100CD"/>
    <w:rsid w:val="005109D5"/>
    <w:rsid w:val="005110AE"/>
    <w:rsid w:val="00511306"/>
    <w:rsid w:val="00511429"/>
    <w:rsid w:val="0051183B"/>
    <w:rsid w:val="00511995"/>
    <w:rsid w:val="00511AC2"/>
    <w:rsid w:val="005123B1"/>
    <w:rsid w:val="00512ABE"/>
    <w:rsid w:val="0051312B"/>
    <w:rsid w:val="00513FB4"/>
    <w:rsid w:val="005143F2"/>
    <w:rsid w:val="00515C04"/>
    <w:rsid w:val="005168DE"/>
    <w:rsid w:val="005170FD"/>
    <w:rsid w:val="005171F4"/>
    <w:rsid w:val="005175E5"/>
    <w:rsid w:val="00517AE0"/>
    <w:rsid w:val="005200E7"/>
    <w:rsid w:val="0052037B"/>
    <w:rsid w:val="00520584"/>
    <w:rsid w:val="005217C2"/>
    <w:rsid w:val="0052203A"/>
    <w:rsid w:val="00522F45"/>
    <w:rsid w:val="00523656"/>
    <w:rsid w:val="0052384F"/>
    <w:rsid w:val="00524063"/>
    <w:rsid w:val="0052459D"/>
    <w:rsid w:val="0052491F"/>
    <w:rsid w:val="00524DDD"/>
    <w:rsid w:val="00525A95"/>
    <w:rsid w:val="00525EB7"/>
    <w:rsid w:val="0052693B"/>
    <w:rsid w:val="005276C9"/>
    <w:rsid w:val="00527A7B"/>
    <w:rsid w:val="00527D4F"/>
    <w:rsid w:val="005310EC"/>
    <w:rsid w:val="00531528"/>
    <w:rsid w:val="00532621"/>
    <w:rsid w:val="00532E24"/>
    <w:rsid w:val="0053357C"/>
    <w:rsid w:val="00533BBA"/>
    <w:rsid w:val="00534EF2"/>
    <w:rsid w:val="00535169"/>
    <w:rsid w:val="00535BDC"/>
    <w:rsid w:val="00535CF4"/>
    <w:rsid w:val="00536437"/>
    <w:rsid w:val="00536686"/>
    <w:rsid w:val="005375E8"/>
    <w:rsid w:val="00540435"/>
    <w:rsid w:val="0054074E"/>
    <w:rsid w:val="00540F71"/>
    <w:rsid w:val="005412CB"/>
    <w:rsid w:val="0054135F"/>
    <w:rsid w:val="005418A6"/>
    <w:rsid w:val="00541A0D"/>
    <w:rsid w:val="00541CDF"/>
    <w:rsid w:val="0054207F"/>
    <w:rsid w:val="0054310F"/>
    <w:rsid w:val="0054358C"/>
    <w:rsid w:val="005438B2"/>
    <w:rsid w:val="0054496A"/>
    <w:rsid w:val="00544F11"/>
    <w:rsid w:val="0054516D"/>
    <w:rsid w:val="00546173"/>
    <w:rsid w:val="00546B59"/>
    <w:rsid w:val="00546DAD"/>
    <w:rsid w:val="00547C1F"/>
    <w:rsid w:val="00547FF4"/>
    <w:rsid w:val="00550911"/>
    <w:rsid w:val="00550FD2"/>
    <w:rsid w:val="00551356"/>
    <w:rsid w:val="0055177D"/>
    <w:rsid w:val="0055205B"/>
    <w:rsid w:val="005535B1"/>
    <w:rsid w:val="00553A57"/>
    <w:rsid w:val="00553B2F"/>
    <w:rsid w:val="0055442A"/>
    <w:rsid w:val="00554661"/>
    <w:rsid w:val="00554CFF"/>
    <w:rsid w:val="0055649E"/>
    <w:rsid w:val="00557F53"/>
    <w:rsid w:val="00560849"/>
    <w:rsid w:val="00560E64"/>
    <w:rsid w:val="00561AA5"/>
    <w:rsid w:val="00561E59"/>
    <w:rsid w:val="005620DD"/>
    <w:rsid w:val="005635FF"/>
    <w:rsid w:val="005637E1"/>
    <w:rsid w:val="005640DF"/>
    <w:rsid w:val="005656EC"/>
    <w:rsid w:val="00565837"/>
    <w:rsid w:val="00566587"/>
    <w:rsid w:val="005673C2"/>
    <w:rsid w:val="0057061F"/>
    <w:rsid w:val="005707FE"/>
    <w:rsid w:val="00570CC7"/>
    <w:rsid w:val="00571320"/>
    <w:rsid w:val="00571A63"/>
    <w:rsid w:val="00571AE8"/>
    <w:rsid w:val="005720F1"/>
    <w:rsid w:val="00572EB9"/>
    <w:rsid w:val="00573620"/>
    <w:rsid w:val="00574788"/>
    <w:rsid w:val="0057518B"/>
    <w:rsid w:val="00575223"/>
    <w:rsid w:val="0057573F"/>
    <w:rsid w:val="005760B2"/>
    <w:rsid w:val="005761F9"/>
    <w:rsid w:val="00576214"/>
    <w:rsid w:val="00576A60"/>
    <w:rsid w:val="00576BAD"/>
    <w:rsid w:val="00576F3C"/>
    <w:rsid w:val="00577389"/>
    <w:rsid w:val="00577925"/>
    <w:rsid w:val="00580BA2"/>
    <w:rsid w:val="00582081"/>
    <w:rsid w:val="005822A4"/>
    <w:rsid w:val="0058247D"/>
    <w:rsid w:val="0058289D"/>
    <w:rsid w:val="005830AA"/>
    <w:rsid w:val="00583341"/>
    <w:rsid w:val="0058365F"/>
    <w:rsid w:val="005836FB"/>
    <w:rsid w:val="0058426F"/>
    <w:rsid w:val="0058441B"/>
    <w:rsid w:val="00584565"/>
    <w:rsid w:val="0058486C"/>
    <w:rsid w:val="0058487F"/>
    <w:rsid w:val="00584990"/>
    <w:rsid w:val="00585050"/>
    <w:rsid w:val="00585F39"/>
    <w:rsid w:val="00586BEE"/>
    <w:rsid w:val="005871C0"/>
    <w:rsid w:val="00590029"/>
    <w:rsid w:val="00590534"/>
    <w:rsid w:val="00590E62"/>
    <w:rsid w:val="00591B11"/>
    <w:rsid w:val="005936F7"/>
    <w:rsid w:val="00594587"/>
    <w:rsid w:val="0059479F"/>
    <w:rsid w:val="00595855"/>
    <w:rsid w:val="00595CA3"/>
    <w:rsid w:val="00595DC2"/>
    <w:rsid w:val="00595E4D"/>
    <w:rsid w:val="0059612F"/>
    <w:rsid w:val="005965F9"/>
    <w:rsid w:val="00596807"/>
    <w:rsid w:val="0059723F"/>
    <w:rsid w:val="005972F7"/>
    <w:rsid w:val="00597A46"/>
    <w:rsid w:val="005A057E"/>
    <w:rsid w:val="005A05A3"/>
    <w:rsid w:val="005A0700"/>
    <w:rsid w:val="005A08C4"/>
    <w:rsid w:val="005A0E96"/>
    <w:rsid w:val="005A152B"/>
    <w:rsid w:val="005A1B84"/>
    <w:rsid w:val="005A28D0"/>
    <w:rsid w:val="005A388E"/>
    <w:rsid w:val="005A3951"/>
    <w:rsid w:val="005A398F"/>
    <w:rsid w:val="005A4419"/>
    <w:rsid w:val="005A47A8"/>
    <w:rsid w:val="005A4C0B"/>
    <w:rsid w:val="005A4C80"/>
    <w:rsid w:val="005A501A"/>
    <w:rsid w:val="005A51F7"/>
    <w:rsid w:val="005A6171"/>
    <w:rsid w:val="005A65D9"/>
    <w:rsid w:val="005A7222"/>
    <w:rsid w:val="005A727B"/>
    <w:rsid w:val="005A7E6F"/>
    <w:rsid w:val="005A7F9C"/>
    <w:rsid w:val="005B0037"/>
    <w:rsid w:val="005B10AD"/>
    <w:rsid w:val="005B13C7"/>
    <w:rsid w:val="005B1FA9"/>
    <w:rsid w:val="005B23E2"/>
    <w:rsid w:val="005B24C6"/>
    <w:rsid w:val="005B2D1D"/>
    <w:rsid w:val="005B36E2"/>
    <w:rsid w:val="005B39E3"/>
    <w:rsid w:val="005B51FE"/>
    <w:rsid w:val="005B5449"/>
    <w:rsid w:val="005B7649"/>
    <w:rsid w:val="005B7888"/>
    <w:rsid w:val="005B7B8A"/>
    <w:rsid w:val="005B7F91"/>
    <w:rsid w:val="005C0096"/>
    <w:rsid w:val="005C152C"/>
    <w:rsid w:val="005C213A"/>
    <w:rsid w:val="005C24BB"/>
    <w:rsid w:val="005C2706"/>
    <w:rsid w:val="005C2AAE"/>
    <w:rsid w:val="005C2B02"/>
    <w:rsid w:val="005C2B25"/>
    <w:rsid w:val="005C2E16"/>
    <w:rsid w:val="005C2E31"/>
    <w:rsid w:val="005C2F41"/>
    <w:rsid w:val="005C3997"/>
    <w:rsid w:val="005C4225"/>
    <w:rsid w:val="005C4326"/>
    <w:rsid w:val="005C4856"/>
    <w:rsid w:val="005C558E"/>
    <w:rsid w:val="005C7044"/>
    <w:rsid w:val="005C7526"/>
    <w:rsid w:val="005D06CC"/>
    <w:rsid w:val="005D0F0D"/>
    <w:rsid w:val="005D0FAC"/>
    <w:rsid w:val="005D10F3"/>
    <w:rsid w:val="005D1C73"/>
    <w:rsid w:val="005D1EA4"/>
    <w:rsid w:val="005D1FCA"/>
    <w:rsid w:val="005D2204"/>
    <w:rsid w:val="005D223C"/>
    <w:rsid w:val="005D2A1A"/>
    <w:rsid w:val="005D32E1"/>
    <w:rsid w:val="005D34C3"/>
    <w:rsid w:val="005D354C"/>
    <w:rsid w:val="005D35A5"/>
    <w:rsid w:val="005D3EF0"/>
    <w:rsid w:val="005D4042"/>
    <w:rsid w:val="005D465E"/>
    <w:rsid w:val="005D474B"/>
    <w:rsid w:val="005D504E"/>
    <w:rsid w:val="005D5DAC"/>
    <w:rsid w:val="005D67D6"/>
    <w:rsid w:val="005D6D6D"/>
    <w:rsid w:val="005D6E85"/>
    <w:rsid w:val="005D7AEA"/>
    <w:rsid w:val="005D7EFF"/>
    <w:rsid w:val="005E02E3"/>
    <w:rsid w:val="005E0396"/>
    <w:rsid w:val="005E0433"/>
    <w:rsid w:val="005E0F3E"/>
    <w:rsid w:val="005E173A"/>
    <w:rsid w:val="005E1B29"/>
    <w:rsid w:val="005E2187"/>
    <w:rsid w:val="005E2BE9"/>
    <w:rsid w:val="005E31E4"/>
    <w:rsid w:val="005E436A"/>
    <w:rsid w:val="005E4B3E"/>
    <w:rsid w:val="005E4DF7"/>
    <w:rsid w:val="005E5245"/>
    <w:rsid w:val="005E78C1"/>
    <w:rsid w:val="005F16C0"/>
    <w:rsid w:val="005F2B8B"/>
    <w:rsid w:val="005F33BA"/>
    <w:rsid w:val="005F369F"/>
    <w:rsid w:val="005F39EC"/>
    <w:rsid w:val="005F3AD5"/>
    <w:rsid w:val="005F3C32"/>
    <w:rsid w:val="005F3E56"/>
    <w:rsid w:val="005F43AF"/>
    <w:rsid w:val="005F5A47"/>
    <w:rsid w:val="005F5B4A"/>
    <w:rsid w:val="005F5DB9"/>
    <w:rsid w:val="005F618C"/>
    <w:rsid w:val="005F69AB"/>
    <w:rsid w:val="005F6AC4"/>
    <w:rsid w:val="005F6CDC"/>
    <w:rsid w:val="005F6FF7"/>
    <w:rsid w:val="005F772A"/>
    <w:rsid w:val="005F7F1D"/>
    <w:rsid w:val="00600207"/>
    <w:rsid w:val="00600681"/>
    <w:rsid w:val="00601146"/>
    <w:rsid w:val="006018E4"/>
    <w:rsid w:val="00601F1C"/>
    <w:rsid w:val="00602DAA"/>
    <w:rsid w:val="00602EFE"/>
    <w:rsid w:val="0060304C"/>
    <w:rsid w:val="0060313C"/>
    <w:rsid w:val="006034B3"/>
    <w:rsid w:val="00603796"/>
    <w:rsid w:val="00603926"/>
    <w:rsid w:val="00603F53"/>
    <w:rsid w:val="00605D03"/>
    <w:rsid w:val="00605ED0"/>
    <w:rsid w:val="006066F1"/>
    <w:rsid w:val="006100BC"/>
    <w:rsid w:val="00611C37"/>
    <w:rsid w:val="00611CCB"/>
    <w:rsid w:val="006128E9"/>
    <w:rsid w:val="00612F97"/>
    <w:rsid w:val="006137CC"/>
    <w:rsid w:val="00613909"/>
    <w:rsid w:val="00613F74"/>
    <w:rsid w:val="00614152"/>
    <w:rsid w:val="00614688"/>
    <w:rsid w:val="00614AD4"/>
    <w:rsid w:val="00614C73"/>
    <w:rsid w:val="006154F5"/>
    <w:rsid w:val="00615C05"/>
    <w:rsid w:val="00616229"/>
    <w:rsid w:val="00616525"/>
    <w:rsid w:val="006168DA"/>
    <w:rsid w:val="0061757B"/>
    <w:rsid w:val="006179E2"/>
    <w:rsid w:val="00620204"/>
    <w:rsid w:val="00620454"/>
    <w:rsid w:val="00620883"/>
    <w:rsid w:val="0062089E"/>
    <w:rsid w:val="00621A12"/>
    <w:rsid w:val="00623E35"/>
    <w:rsid w:val="00623EFD"/>
    <w:rsid w:val="00624880"/>
    <w:rsid w:val="00624972"/>
    <w:rsid w:val="006265BF"/>
    <w:rsid w:val="0062660C"/>
    <w:rsid w:val="00627F8A"/>
    <w:rsid w:val="00630002"/>
    <w:rsid w:val="00630D2E"/>
    <w:rsid w:val="00631C56"/>
    <w:rsid w:val="006321E4"/>
    <w:rsid w:val="00632215"/>
    <w:rsid w:val="006327A2"/>
    <w:rsid w:val="00632814"/>
    <w:rsid w:val="0063302C"/>
    <w:rsid w:val="00634B88"/>
    <w:rsid w:val="00635961"/>
    <w:rsid w:val="00635AC9"/>
    <w:rsid w:val="00636412"/>
    <w:rsid w:val="00636B64"/>
    <w:rsid w:val="00636EAE"/>
    <w:rsid w:val="00637086"/>
    <w:rsid w:val="00637496"/>
    <w:rsid w:val="006375C3"/>
    <w:rsid w:val="0063760C"/>
    <w:rsid w:val="006376C2"/>
    <w:rsid w:val="006379B9"/>
    <w:rsid w:val="00637A3B"/>
    <w:rsid w:val="00640292"/>
    <w:rsid w:val="00641000"/>
    <w:rsid w:val="00642036"/>
    <w:rsid w:val="006423A2"/>
    <w:rsid w:val="00643267"/>
    <w:rsid w:val="00643D09"/>
    <w:rsid w:val="00644F92"/>
    <w:rsid w:val="00644FE1"/>
    <w:rsid w:val="00646514"/>
    <w:rsid w:val="00646A44"/>
    <w:rsid w:val="006504C8"/>
    <w:rsid w:val="006514D1"/>
    <w:rsid w:val="0065169A"/>
    <w:rsid w:val="00652834"/>
    <w:rsid w:val="00652AF5"/>
    <w:rsid w:val="00653B9A"/>
    <w:rsid w:val="00655352"/>
    <w:rsid w:val="006558F4"/>
    <w:rsid w:val="00655A68"/>
    <w:rsid w:val="00656186"/>
    <w:rsid w:val="00656755"/>
    <w:rsid w:val="00657353"/>
    <w:rsid w:val="00657475"/>
    <w:rsid w:val="006577C7"/>
    <w:rsid w:val="00660C4D"/>
    <w:rsid w:val="00660EB8"/>
    <w:rsid w:val="006618CF"/>
    <w:rsid w:val="00661B39"/>
    <w:rsid w:val="00661BFB"/>
    <w:rsid w:val="0066237F"/>
    <w:rsid w:val="00663112"/>
    <w:rsid w:val="006635AA"/>
    <w:rsid w:val="00663B11"/>
    <w:rsid w:val="006640C4"/>
    <w:rsid w:val="00665241"/>
    <w:rsid w:val="00666328"/>
    <w:rsid w:val="006679DD"/>
    <w:rsid w:val="00667D70"/>
    <w:rsid w:val="00667E9A"/>
    <w:rsid w:val="0067011A"/>
    <w:rsid w:val="0067028D"/>
    <w:rsid w:val="006707DA"/>
    <w:rsid w:val="006710EF"/>
    <w:rsid w:val="00671EB0"/>
    <w:rsid w:val="00672140"/>
    <w:rsid w:val="00673213"/>
    <w:rsid w:val="00674060"/>
    <w:rsid w:val="0067424D"/>
    <w:rsid w:val="00674AFA"/>
    <w:rsid w:val="006751EB"/>
    <w:rsid w:val="0067522B"/>
    <w:rsid w:val="00675702"/>
    <w:rsid w:val="006765DB"/>
    <w:rsid w:val="006800A5"/>
    <w:rsid w:val="006805AD"/>
    <w:rsid w:val="00680AC4"/>
    <w:rsid w:val="00681749"/>
    <w:rsid w:val="0068243E"/>
    <w:rsid w:val="006828BD"/>
    <w:rsid w:val="00682A33"/>
    <w:rsid w:val="00682A85"/>
    <w:rsid w:val="0068372C"/>
    <w:rsid w:val="00683B0E"/>
    <w:rsid w:val="00683B7B"/>
    <w:rsid w:val="00684126"/>
    <w:rsid w:val="006845BC"/>
    <w:rsid w:val="006846D0"/>
    <w:rsid w:val="00684712"/>
    <w:rsid w:val="00684EE6"/>
    <w:rsid w:val="0068504C"/>
    <w:rsid w:val="00685C51"/>
    <w:rsid w:val="006864A1"/>
    <w:rsid w:val="006866F6"/>
    <w:rsid w:val="006867E7"/>
    <w:rsid w:val="006868CD"/>
    <w:rsid w:val="006869C8"/>
    <w:rsid w:val="00686BA9"/>
    <w:rsid w:val="006903D7"/>
    <w:rsid w:val="00690EAD"/>
    <w:rsid w:val="00691B58"/>
    <w:rsid w:val="00691FFB"/>
    <w:rsid w:val="0069290E"/>
    <w:rsid w:val="00693EC3"/>
    <w:rsid w:val="006942BD"/>
    <w:rsid w:val="006943A2"/>
    <w:rsid w:val="0069449C"/>
    <w:rsid w:val="00694711"/>
    <w:rsid w:val="00694ABE"/>
    <w:rsid w:val="00695C45"/>
    <w:rsid w:val="00695CD1"/>
    <w:rsid w:val="00696FB9"/>
    <w:rsid w:val="00697708"/>
    <w:rsid w:val="006978DD"/>
    <w:rsid w:val="006A0E99"/>
    <w:rsid w:val="006A1093"/>
    <w:rsid w:val="006A1709"/>
    <w:rsid w:val="006A2390"/>
    <w:rsid w:val="006A27A0"/>
    <w:rsid w:val="006A2D33"/>
    <w:rsid w:val="006A4214"/>
    <w:rsid w:val="006A452A"/>
    <w:rsid w:val="006A4726"/>
    <w:rsid w:val="006A4E4B"/>
    <w:rsid w:val="006A5D13"/>
    <w:rsid w:val="006A717F"/>
    <w:rsid w:val="006A73C6"/>
    <w:rsid w:val="006A7806"/>
    <w:rsid w:val="006A7B9A"/>
    <w:rsid w:val="006A7C87"/>
    <w:rsid w:val="006B0337"/>
    <w:rsid w:val="006B076A"/>
    <w:rsid w:val="006B0DA9"/>
    <w:rsid w:val="006B1CFB"/>
    <w:rsid w:val="006B3544"/>
    <w:rsid w:val="006B4321"/>
    <w:rsid w:val="006B48A4"/>
    <w:rsid w:val="006B4956"/>
    <w:rsid w:val="006B4982"/>
    <w:rsid w:val="006B663A"/>
    <w:rsid w:val="006B6794"/>
    <w:rsid w:val="006B7734"/>
    <w:rsid w:val="006B7B73"/>
    <w:rsid w:val="006B7DAA"/>
    <w:rsid w:val="006C0BEA"/>
    <w:rsid w:val="006C126E"/>
    <w:rsid w:val="006C209F"/>
    <w:rsid w:val="006C3116"/>
    <w:rsid w:val="006C3154"/>
    <w:rsid w:val="006C3236"/>
    <w:rsid w:val="006C3241"/>
    <w:rsid w:val="006C3549"/>
    <w:rsid w:val="006C3644"/>
    <w:rsid w:val="006C4BB0"/>
    <w:rsid w:val="006C4C19"/>
    <w:rsid w:val="006C4EFD"/>
    <w:rsid w:val="006C4FE5"/>
    <w:rsid w:val="006C50DF"/>
    <w:rsid w:val="006C5854"/>
    <w:rsid w:val="006C5971"/>
    <w:rsid w:val="006C5DAF"/>
    <w:rsid w:val="006C6A32"/>
    <w:rsid w:val="006C6F05"/>
    <w:rsid w:val="006C6FEC"/>
    <w:rsid w:val="006C73AA"/>
    <w:rsid w:val="006D0065"/>
    <w:rsid w:val="006D05FC"/>
    <w:rsid w:val="006D0644"/>
    <w:rsid w:val="006D09A6"/>
    <w:rsid w:val="006D1221"/>
    <w:rsid w:val="006D3840"/>
    <w:rsid w:val="006D397B"/>
    <w:rsid w:val="006D3E64"/>
    <w:rsid w:val="006D499F"/>
    <w:rsid w:val="006D49F0"/>
    <w:rsid w:val="006D50A1"/>
    <w:rsid w:val="006D524E"/>
    <w:rsid w:val="006D589E"/>
    <w:rsid w:val="006D5EE0"/>
    <w:rsid w:val="006D5F8F"/>
    <w:rsid w:val="006E100D"/>
    <w:rsid w:val="006E1337"/>
    <w:rsid w:val="006E14DF"/>
    <w:rsid w:val="006E27F3"/>
    <w:rsid w:val="006E2903"/>
    <w:rsid w:val="006E294C"/>
    <w:rsid w:val="006E2AB4"/>
    <w:rsid w:val="006E2C49"/>
    <w:rsid w:val="006E2EFC"/>
    <w:rsid w:val="006E3074"/>
    <w:rsid w:val="006E5268"/>
    <w:rsid w:val="006E52B8"/>
    <w:rsid w:val="006E55E4"/>
    <w:rsid w:val="006E5D82"/>
    <w:rsid w:val="006E6C84"/>
    <w:rsid w:val="006E7051"/>
    <w:rsid w:val="006E7A11"/>
    <w:rsid w:val="006F00AD"/>
    <w:rsid w:val="006F0150"/>
    <w:rsid w:val="006F1208"/>
    <w:rsid w:val="006F196C"/>
    <w:rsid w:val="006F2032"/>
    <w:rsid w:val="006F23BA"/>
    <w:rsid w:val="006F24E9"/>
    <w:rsid w:val="006F3C80"/>
    <w:rsid w:val="006F3F28"/>
    <w:rsid w:val="006F41A4"/>
    <w:rsid w:val="006F74EA"/>
    <w:rsid w:val="006F7532"/>
    <w:rsid w:val="006F7BC8"/>
    <w:rsid w:val="007007B3"/>
    <w:rsid w:val="007009B7"/>
    <w:rsid w:val="0070121A"/>
    <w:rsid w:val="00701334"/>
    <w:rsid w:val="00702675"/>
    <w:rsid w:val="00702B9A"/>
    <w:rsid w:val="00703369"/>
    <w:rsid w:val="00704003"/>
    <w:rsid w:val="0070413D"/>
    <w:rsid w:val="007042FD"/>
    <w:rsid w:val="00704867"/>
    <w:rsid w:val="00704872"/>
    <w:rsid w:val="00704AE0"/>
    <w:rsid w:val="007051D1"/>
    <w:rsid w:val="00705C54"/>
    <w:rsid w:val="00706046"/>
    <w:rsid w:val="007065E8"/>
    <w:rsid w:val="00706BAD"/>
    <w:rsid w:val="0070743F"/>
    <w:rsid w:val="00710085"/>
    <w:rsid w:val="007103AC"/>
    <w:rsid w:val="0071098A"/>
    <w:rsid w:val="00710A4B"/>
    <w:rsid w:val="00710C87"/>
    <w:rsid w:val="00711921"/>
    <w:rsid w:val="00712508"/>
    <w:rsid w:val="00715978"/>
    <w:rsid w:val="00715E46"/>
    <w:rsid w:val="00716B08"/>
    <w:rsid w:val="00717676"/>
    <w:rsid w:val="00717DCF"/>
    <w:rsid w:val="0072013F"/>
    <w:rsid w:val="0072084F"/>
    <w:rsid w:val="00720F88"/>
    <w:rsid w:val="00721A5F"/>
    <w:rsid w:val="007221E2"/>
    <w:rsid w:val="00722536"/>
    <w:rsid w:val="00722A34"/>
    <w:rsid w:val="00722AED"/>
    <w:rsid w:val="00722DC6"/>
    <w:rsid w:val="00722F62"/>
    <w:rsid w:val="00723C16"/>
    <w:rsid w:val="00723DFA"/>
    <w:rsid w:val="007241B5"/>
    <w:rsid w:val="0072435B"/>
    <w:rsid w:val="00724756"/>
    <w:rsid w:val="007251AB"/>
    <w:rsid w:val="0072796C"/>
    <w:rsid w:val="00732A69"/>
    <w:rsid w:val="00732AC8"/>
    <w:rsid w:val="00732B56"/>
    <w:rsid w:val="00732E4D"/>
    <w:rsid w:val="00733311"/>
    <w:rsid w:val="00733ABA"/>
    <w:rsid w:val="00733C91"/>
    <w:rsid w:val="00733EC4"/>
    <w:rsid w:val="0073529D"/>
    <w:rsid w:val="0073591E"/>
    <w:rsid w:val="0073622D"/>
    <w:rsid w:val="00736A0B"/>
    <w:rsid w:val="00736E32"/>
    <w:rsid w:val="00737AFC"/>
    <w:rsid w:val="00740738"/>
    <w:rsid w:val="00740827"/>
    <w:rsid w:val="007418D6"/>
    <w:rsid w:val="00741AE1"/>
    <w:rsid w:val="007425BB"/>
    <w:rsid w:val="00742B3D"/>
    <w:rsid w:val="00742D65"/>
    <w:rsid w:val="007430F4"/>
    <w:rsid w:val="007430F7"/>
    <w:rsid w:val="007438E7"/>
    <w:rsid w:val="007445B7"/>
    <w:rsid w:val="00745959"/>
    <w:rsid w:val="00745D7F"/>
    <w:rsid w:val="00746042"/>
    <w:rsid w:val="0074687C"/>
    <w:rsid w:val="007471E7"/>
    <w:rsid w:val="00747213"/>
    <w:rsid w:val="007474C1"/>
    <w:rsid w:val="0074787C"/>
    <w:rsid w:val="0075123C"/>
    <w:rsid w:val="0075238B"/>
    <w:rsid w:val="007528E7"/>
    <w:rsid w:val="007535A6"/>
    <w:rsid w:val="0075392E"/>
    <w:rsid w:val="00753FD3"/>
    <w:rsid w:val="007549D5"/>
    <w:rsid w:val="00754BD7"/>
    <w:rsid w:val="00754E62"/>
    <w:rsid w:val="00755026"/>
    <w:rsid w:val="00755303"/>
    <w:rsid w:val="00756D4A"/>
    <w:rsid w:val="00756EDC"/>
    <w:rsid w:val="007570AF"/>
    <w:rsid w:val="00757608"/>
    <w:rsid w:val="00757E30"/>
    <w:rsid w:val="007602AF"/>
    <w:rsid w:val="0076041A"/>
    <w:rsid w:val="00760BF1"/>
    <w:rsid w:val="00761512"/>
    <w:rsid w:val="00761A79"/>
    <w:rsid w:val="00762308"/>
    <w:rsid w:val="00762564"/>
    <w:rsid w:val="0076288E"/>
    <w:rsid w:val="00762E11"/>
    <w:rsid w:val="00763515"/>
    <w:rsid w:val="00763ABD"/>
    <w:rsid w:val="0076463F"/>
    <w:rsid w:val="00764B35"/>
    <w:rsid w:val="00764CFA"/>
    <w:rsid w:val="007651F2"/>
    <w:rsid w:val="00766160"/>
    <w:rsid w:val="00766197"/>
    <w:rsid w:val="0076647A"/>
    <w:rsid w:val="00766C10"/>
    <w:rsid w:val="007675F8"/>
    <w:rsid w:val="0076792C"/>
    <w:rsid w:val="00767A07"/>
    <w:rsid w:val="00771351"/>
    <w:rsid w:val="007724A6"/>
    <w:rsid w:val="00772809"/>
    <w:rsid w:val="00772A36"/>
    <w:rsid w:val="00773756"/>
    <w:rsid w:val="00773A16"/>
    <w:rsid w:val="007742D3"/>
    <w:rsid w:val="00774507"/>
    <w:rsid w:val="00774BE0"/>
    <w:rsid w:val="00774E95"/>
    <w:rsid w:val="007753B1"/>
    <w:rsid w:val="00775A11"/>
    <w:rsid w:val="00775A32"/>
    <w:rsid w:val="0077607A"/>
    <w:rsid w:val="007760E6"/>
    <w:rsid w:val="0077682C"/>
    <w:rsid w:val="00777E98"/>
    <w:rsid w:val="007802CB"/>
    <w:rsid w:val="00781C12"/>
    <w:rsid w:val="00781D11"/>
    <w:rsid w:val="007822A6"/>
    <w:rsid w:val="00782D54"/>
    <w:rsid w:val="007836FD"/>
    <w:rsid w:val="00783B00"/>
    <w:rsid w:val="00783FBC"/>
    <w:rsid w:val="00786312"/>
    <w:rsid w:val="0078647B"/>
    <w:rsid w:val="00786F03"/>
    <w:rsid w:val="00787DF7"/>
    <w:rsid w:val="00787E0C"/>
    <w:rsid w:val="00790E39"/>
    <w:rsid w:val="00791548"/>
    <w:rsid w:val="00791726"/>
    <w:rsid w:val="00791D0A"/>
    <w:rsid w:val="007923FE"/>
    <w:rsid w:val="007924C5"/>
    <w:rsid w:val="007925A8"/>
    <w:rsid w:val="00792A72"/>
    <w:rsid w:val="00792F83"/>
    <w:rsid w:val="007939DB"/>
    <w:rsid w:val="00793EE2"/>
    <w:rsid w:val="00794523"/>
    <w:rsid w:val="00794B14"/>
    <w:rsid w:val="00795055"/>
    <w:rsid w:val="0079540A"/>
    <w:rsid w:val="0079563F"/>
    <w:rsid w:val="0079599D"/>
    <w:rsid w:val="00795E8B"/>
    <w:rsid w:val="00795FD4"/>
    <w:rsid w:val="0079617E"/>
    <w:rsid w:val="007971B0"/>
    <w:rsid w:val="007971D0"/>
    <w:rsid w:val="00797458"/>
    <w:rsid w:val="00797651"/>
    <w:rsid w:val="00797F36"/>
    <w:rsid w:val="007A09B6"/>
    <w:rsid w:val="007A192C"/>
    <w:rsid w:val="007A1D4B"/>
    <w:rsid w:val="007A2058"/>
    <w:rsid w:val="007A23F4"/>
    <w:rsid w:val="007A2B90"/>
    <w:rsid w:val="007A41B2"/>
    <w:rsid w:val="007A45FF"/>
    <w:rsid w:val="007A4F59"/>
    <w:rsid w:val="007A53B6"/>
    <w:rsid w:val="007A5A67"/>
    <w:rsid w:val="007A641B"/>
    <w:rsid w:val="007A7188"/>
    <w:rsid w:val="007A79EC"/>
    <w:rsid w:val="007B005F"/>
    <w:rsid w:val="007B07EF"/>
    <w:rsid w:val="007B0B54"/>
    <w:rsid w:val="007B11A1"/>
    <w:rsid w:val="007B1231"/>
    <w:rsid w:val="007B15AB"/>
    <w:rsid w:val="007B1D72"/>
    <w:rsid w:val="007B29B9"/>
    <w:rsid w:val="007B2BFF"/>
    <w:rsid w:val="007B34A3"/>
    <w:rsid w:val="007B39C7"/>
    <w:rsid w:val="007B3C38"/>
    <w:rsid w:val="007B4402"/>
    <w:rsid w:val="007B4760"/>
    <w:rsid w:val="007B51F4"/>
    <w:rsid w:val="007B52B0"/>
    <w:rsid w:val="007B640B"/>
    <w:rsid w:val="007B6593"/>
    <w:rsid w:val="007B6C10"/>
    <w:rsid w:val="007B734A"/>
    <w:rsid w:val="007B7361"/>
    <w:rsid w:val="007B7ACE"/>
    <w:rsid w:val="007B7EBE"/>
    <w:rsid w:val="007C0A7B"/>
    <w:rsid w:val="007C0A85"/>
    <w:rsid w:val="007C1168"/>
    <w:rsid w:val="007C1504"/>
    <w:rsid w:val="007C1619"/>
    <w:rsid w:val="007C16AF"/>
    <w:rsid w:val="007C2F19"/>
    <w:rsid w:val="007C2FF5"/>
    <w:rsid w:val="007C3E3A"/>
    <w:rsid w:val="007C41A6"/>
    <w:rsid w:val="007C48F7"/>
    <w:rsid w:val="007C49E0"/>
    <w:rsid w:val="007C4AAF"/>
    <w:rsid w:val="007C4E98"/>
    <w:rsid w:val="007C4EE0"/>
    <w:rsid w:val="007C51E1"/>
    <w:rsid w:val="007C520C"/>
    <w:rsid w:val="007C5319"/>
    <w:rsid w:val="007C5E0B"/>
    <w:rsid w:val="007C5FCE"/>
    <w:rsid w:val="007C6903"/>
    <w:rsid w:val="007C6B7F"/>
    <w:rsid w:val="007C723B"/>
    <w:rsid w:val="007D07C9"/>
    <w:rsid w:val="007D27AF"/>
    <w:rsid w:val="007D2821"/>
    <w:rsid w:val="007D30FD"/>
    <w:rsid w:val="007D35FB"/>
    <w:rsid w:val="007D361C"/>
    <w:rsid w:val="007D3BB4"/>
    <w:rsid w:val="007D3C21"/>
    <w:rsid w:val="007D4327"/>
    <w:rsid w:val="007D4485"/>
    <w:rsid w:val="007D4B33"/>
    <w:rsid w:val="007D4D3F"/>
    <w:rsid w:val="007D4EA5"/>
    <w:rsid w:val="007D587B"/>
    <w:rsid w:val="007D5C16"/>
    <w:rsid w:val="007D5CD1"/>
    <w:rsid w:val="007D65F3"/>
    <w:rsid w:val="007D66AC"/>
    <w:rsid w:val="007D7107"/>
    <w:rsid w:val="007D79ED"/>
    <w:rsid w:val="007D7E1E"/>
    <w:rsid w:val="007E00F6"/>
    <w:rsid w:val="007E03D7"/>
    <w:rsid w:val="007E09F3"/>
    <w:rsid w:val="007E1007"/>
    <w:rsid w:val="007E11AC"/>
    <w:rsid w:val="007E1667"/>
    <w:rsid w:val="007E1AC2"/>
    <w:rsid w:val="007E1CA3"/>
    <w:rsid w:val="007E28B2"/>
    <w:rsid w:val="007E2F72"/>
    <w:rsid w:val="007E3060"/>
    <w:rsid w:val="007E38EC"/>
    <w:rsid w:val="007E4412"/>
    <w:rsid w:val="007E4775"/>
    <w:rsid w:val="007E481A"/>
    <w:rsid w:val="007E4AEB"/>
    <w:rsid w:val="007E5349"/>
    <w:rsid w:val="007E5978"/>
    <w:rsid w:val="007E7689"/>
    <w:rsid w:val="007E7A1C"/>
    <w:rsid w:val="007E7C3E"/>
    <w:rsid w:val="007F27FD"/>
    <w:rsid w:val="007F29D4"/>
    <w:rsid w:val="007F350D"/>
    <w:rsid w:val="007F3726"/>
    <w:rsid w:val="007F3B8D"/>
    <w:rsid w:val="007F3BF7"/>
    <w:rsid w:val="007F3E23"/>
    <w:rsid w:val="007F3EC7"/>
    <w:rsid w:val="007F3ED7"/>
    <w:rsid w:val="007F51FF"/>
    <w:rsid w:val="007F54BF"/>
    <w:rsid w:val="007F698A"/>
    <w:rsid w:val="007F734E"/>
    <w:rsid w:val="008000F5"/>
    <w:rsid w:val="008012FD"/>
    <w:rsid w:val="0080135F"/>
    <w:rsid w:val="00801A26"/>
    <w:rsid w:val="00801EC4"/>
    <w:rsid w:val="00802607"/>
    <w:rsid w:val="008027F7"/>
    <w:rsid w:val="00803278"/>
    <w:rsid w:val="008032EA"/>
    <w:rsid w:val="00803470"/>
    <w:rsid w:val="00803A0B"/>
    <w:rsid w:val="00803A63"/>
    <w:rsid w:val="00803F5C"/>
    <w:rsid w:val="008044AE"/>
    <w:rsid w:val="008047D1"/>
    <w:rsid w:val="008058F0"/>
    <w:rsid w:val="00805A93"/>
    <w:rsid w:val="00806117"/>
    <w:rsid w:val="008061EF"/>
    <w:rsid w:val="00806960"/>
    <w:rsid w:val="00806B33"/>
    <w:rsid w:val="00806CDD"/>
    <w:rsid w:val="008073F2"/>
    <w:rsid w:val="008079EA"/>
    <w:rsid w:val="00810165"/>
    <w:rsid w:val="0081054A"/>
    <w:rsid w:val="008108CD"/>
    <w:rsid w:val="00810A79"/>
    <w:rsid w:val="0081145A"/>
    <w:rsid w:val="00811684"/>
    <w:rsid w:val="00811FFC"/>
    <w:rsid w:val="00812F40"/>
    <w:rsid w:val="00813D0E"/>
    <w:rsid w:val="008142BA"/>
    <w:rsid w:val="00815199"/>
    <w:rsid w:val="0081595E"/>
    <w:rsid w:val="00815DEF"/>
    <w:rsid w:val="008168B8"/>
    <w:rsid w:val="008177B4"/>
    <w:rsid w:val="00817A78"/>
    <w:rsid w:val="00817BB6"/>
    <w:rsid w:val="00817EAC"/>
    <w:rsid w:val="0082007B"/>
    <w:rsid w:val="00820331"/>
    <w:rsid w:val="008203E6"/>
    <w:rsid w:val="008247A7"/>
    <w:rsid w:val="0082482B"/>
    <w:rsid w:val="00824E1B"/>
    <w:rsid w:val="008253E2"/>
    <w:rsid w:val="008255B6"/>
    <w:rsid w:val="008257BB"/>
    <w:rsid w:val="008266C8"/>
    <w:rsid w:val="008268A6"/>
    <w:rsid w:val="00826D9F"/>
    <w:rsid w:val="008273C7"/>
    <w:rsid w:val="00827A1A"/>
    <w:rsid w:val="00827DC1"/>
    <w:rsid w:val="00827E37"/>
    <w:rsid w:val="008304B1"/>
    <w:rsid w:val="00831000"/>
    <w:rsid w:val="00831189"/>
    <w:rsid w:val="00831ADE"/>
    <w:rsid w:val="0083239B"/>
    <w:rsid w:val="00832C0E"/>
    <w:rsid w:val="008333E4"/>
    <w:rsid w:val="00833743"/>
    <w:rsid w:val="0083452C"/>
    <w:rsid w:val="008353BE"/>
    <w:rsid w:val="008357A8"/>
    <w:rsid w:val="00835863"/>
    <w:rsid w:val="00835866"/>
    <w:rsid w:val="00835902"/>
    <w:rsid w:val="00835DD3"/>
    <w:rsid w:val="008366CC"/>
    <w:rsid w:val="00840503"/>
    <w:rsid w:val="0084059D"/>
    <w:rsid w:val="00841012"/>
    <w:rsid w:val="00842055"/>
    <w:rsid w:val="008423B2"/>
    <w:rsid w:val="008429F8"/>
    <w:rsid w:val="00843685"/>
    <w:rsid w:val="00845607"/>
    <w:rsid w:val="00845CFC"/>
    <w:rsid w:val="00846445"/>
    <w:rsid w:val="00846713"/>
    <w:rsid w:val="00847091"/>
    <w:rsid w:val="008476AB"/>
    <w:rsid w:val="00850A19"/>
    <w:rsid w:val="0085242F"/>
    <w:rsid w:val="0085293D"/>
    <w:rsid w:val="00853064"/>
    <w:rsid w:val="00853228"/>
    <w:rsid w:val="0085353F"/>
    <w:rsid w:val="00853DEC"/>
    <w:rsid w:val="00853F7D"/>
    <w:rsid w:val="00854CFA"/>
    <w:rsid w:val="00854F6F"/>
    <w:rsid w:val="008551CD"/>
    <w:rsid w:val="008556A1"/>
    <w:rsid w:val="008556D9"/>
    <w:rsid w:val="008556EF"/>
    <w:rsid w:val="00855F7F"/>
    <w:rsid w:val="00856A5C"/>
    <w:rsid w:val="00856C5F"/>
    <w:rsid w:val="00856C61"/>
    <w:rsid w:val="00857262"/>
    <w:rsid w:val="00857683"/>
    <w:rsid w:val="008578B7"/>
    <w:rsid w:val="00857A2A"/>
    <w:rsid w:val="00857A54"/>
    <w:rsid w:val="00857A74"/>
    <w:rsid w:val="00860A6D"/>
    <w:rsid w:val="00860AE4"/>
    <w:rsid w:val="00861B87"/>
    <w:rsid w:val="00862E34"/>
    <w:rsid w:val="00863F67"/>
    <w:rsid w:val="0086414B"/>
    <w:rsid w:val="0086462B"/>
    <w:rsid w:val="00865C45"/>
    <w:rsid w:val="00865EFE"/>
    <w:rsid w:val="0086619A"/>
    <w:rsid w:val="00866C99"/>
    <w:rsid w:val="008676F4"/>
    <w:rsid w:val="00867B2C"/>
    <w:rsid w:val="00867FD9"/>
    <w:rsid w:val="00870918"/>
    <w:rsid w:val="00870A87"/>
    <w:rsid w:val="008713A5"/>
    <w:rsid w:val="00871AB1"/>
    <w:rsid w:val="00872C6F"/>
    <w:rsid w:val="00873511"/>
    <w:rsid w:val="00874709"/>
    <w:rsid w:val="00874A6A"/>
    <w:rsid w:val="00874A71"/>
    <w:rsid w:val="00874ABE"/>
    <w:rsid w:val="00875B8B"/>
    <w:rsid w:val="00875C93"/>
    <w:rsid w:val="00876223"/>
    <w:rsid w:val="008764B2"/>
    <w:rsid w:val="00876862"/>
    <w:rsid w:val="00876D28"/>
    <w:rsid w:val="0087780C"/>
    <w:rsid w:val="00877971"/>
    <w:rsid w:val="00880030"/>
    <w:rsid w:val="00880580"/>
    <w:rsid w:val="00880A56"/>
    <w:rsid w:val="00880C2B"/>
    <w:rsid w:val="0088124D"/>
    <w:rsid w:val="00881299"/>
    <w:rsid w:val="00881A72"/>
    <w:rsid w:val="00881ACF"/>
    <w:rsid w:val="00882A1B"/>
    <w:rsid w:val="00883271"/>
    <w:rsid w:val="008834AD"/>
    <w:rsid w:val="008835FD"/>
    <w:rsid w:val="0088381E"/>
    <w:rsid w:val="00883F32"/>
    <w:rsid w:val="00884ABF"/>
    <w:rsid w:val="00884BD4"/>
    <w:rsid w:val="00885452"/>
    <w:rsid w:val="008857C5"/>
    <w:rsid w:val="00885D7F"/>
    <w:rsid w:val="008861AB"/>
    <w:rsid w:val="00886E22"/>
    <w:rsid w:val="00887FF3"/>
    <w:rsid w:val="008901CE"/>
    <w:rsid w:val="0089083F"/>
    <w:rsid w:val="0089250B"/>
    <w:rsid w:val="008925DE"/>
    <w:rsid w:val="00893330"/>
    <w:rsid w:val="0089586B"/>
    <w:rsid w:val="00895E4A"/>
    <w:rsid w:val="008961FF"/>
    <w:rsid w:val="008978F2"/>
    <w:rsid w:val="008A055E"/>
    <w:rsid w:val="008A0D1D"/>
    <w:rsid w:val="008A19D4"/>
    <w:rsid w:val="008A21F2"/>
    <w:rsid w:val="008A25C2"/>
    <w:rsid w:val="008A2AE4"/>
    <w:rsid w:val="008A2E3E"/>
    <w:rsid w:val="008A3B19"/>
    <w:rsid w:val="008A4816"/>
    <w:rsid w:val="008A5117"/>
    <w:rsid w:val="008A59FD"/>
    <w:rsid w:val="008A5C15"/>
    <w:rsid w:val="008A64DF"/>
    <w:rsid w:val="008A7629"/>
    <w:rsid w:val="008A762D"/>
    <w:rsid w:val="008A7DA1"/>
    <w:rsid w:val="008B003F"/>
    <w:rsid w:val="008B01FF"/>
    <w:rsid w:val="008B020A"/>
    <w:rsid w:val="008B0348"/>
    <w:rsid w:val="008B0DDF"/>
    <w:rsid w:val="008B1012"/>
    <w:rsid w:val="008B120D"/>
    <w:rsid w:val="008B12D0"/>
    <w:rsid w:val="008B1AA7"/>
    <w:rsid w:val="008B1C16"/>
    <w:rsid w:val="008B245E"/>
    <w:rsid w:val="008B2CAA"/>
    <w:rsid w:val="008B2E08"/>
    <w:rsid w:val="008B2F9D"/>
    <w:rsid w:val="008B3248"/>
    <w:rsid w:val="008B3847"/>
    <w:rsid w:val="008B4256"/>
    <w:rsid w:val="008B42C9"/>
    <w:rsid w:val="008B5E9B"/>
    <w:rsid w:val="008B660E"/>
    <w:rsid w:val="008B683B"/>
    <w:rsid w:val="008B721E"/>
    <w:rsid w:val="008B768A"/>
    <w:rsid w:val="008C0408"/>
    <w:rsid w:val="008C06B3"/>
    <w:rsid w:val="008C0A8F"/>
    <w:rsid w:val="008C0D26"/>
    <w:rsid w:val="008C1F08"/>
    <w:rsid w:val="008C2796"/>
    <w:rsid w:val="008C2BDF"/>
    <w:rsid w:val="008C3051"/>
    <w:rsid w:val="008C471F"/>
    <w:rsid w:val="008C4F9E"/>
    <w:rsid w:val="008C53B4"/>
    <w:rsid w:val="008C5F74"/>
    <w:rsid w:val="008C68B2"/>
    <w:rsid w:val="008C6D5A"/>
    <w:rsid w:val="008C6DC4"/>
    <w:rsid w:val="008C7F05"/>
    <w:rsid w:val="008D03A6"/>
    <w:rsid w:val="008D04A8"/>
    <w:rsid w:val="008D0643"/>
    <w:rsid w:val="008D22E6"/>
    <w:rsid w:val="008D2ED6"/>
    <w:rsid w:val="008D2F7E"/>
    <w:rsid w:val="008D32B7"/>
    <w:rsid w:val="008D3A34"/>
    <w:rsid w:val="008D3A60"/>
    <w:rsid w:val="008D3CB8"/>
    <w:rsid w:val="008D4349"/>
    <w:rsid w:val="008D4918"/>
    <w:rsid w:val="008D4BCF"/>
    <w:rsid w:val="008D4F7C"/>
    <w:rsid w:val="008D57FD"/>
    <w:rsid w:val="008D611A"/>
    <w:rsid w:val="008D6911"/>
    <w:rsid w:val="008D7219"/>
    <w:rsid w:val="008D77F1"/>
    <w:rsid w:val="008E015A"/>
    <w:rsid w:val="008E018C"/>
    <w:rsid w:val="008E0793"/>
    <w:rsid w:val="008E09C5"/>
    <w:rsid w:val="008E10FC"/>
    <w:rsid w:val="008E13D3"/>
    <w:rsid w:val="008E30F7"/>
    <w:rsid w:val="008E3565"/>
    <w:rsid w:val="008E3ED2"/>
    <w:rsid w:val="008E420E"/>
    <w:rsid w:val="008E4CD1"/>
    <w:rsid w:val="008E5485"/>
    <w:rsid w:val="008E5668"/>
    <w:rsid w:val="008E5E81"/>
    <w:rsid w:val="008E62BC"/>
    <w:rsid w:val="008E6D85"/>
    <w:rsid w:val="008E6E66"/>
    <w:rsid w:val="008E7915"/>
    <w:rsid w:val="008F0714"/>
    <w:rsid w:val="008F0AC0"/>
    <w:rsid w:val="008F0EAF"/>
    <w:rsid w:val="008F17B5"/>
    <w:rsid w:val="008F25CC"/>
    <w:rsid w:val="008F2E69"/>
    <w:rsid w:val="008F340E"/>
    <w:rsid w:val="008F3F43"/>
    <w:rsid w:val="008F47BF"/>
    <w:rsid w:val="008F4873"/>
    <w:rsid w:val="008F4B28"/>
    <w:rsid w:val="008F71AC"/>
    <w:rsid w:val="008F737C"/>
    <w:rsid w:val="008F7440"/>
    <w:rsid w:val="008F772C"/>
    <w:rsid w:val="008F7826"/>
    <w:rsid w:val="008F7F6D"/>
    <w:rsid w:val="0090048B"/>
    <w:rsid w:val="00900544"/>
    <w:rsid w:val="00900729"/>
    <w:rsid w:val="0090154D"/>
    <w:rsid w:val="00901C60"/>
    <w:rsid w:val="00901FBE"/>
    <w:rsid w:val="009023BF"/>
    <w:rsid w:val="009039BF"/>
    <w:rsid w:val="00903E43"/>
    <w:rsid w:val="00903FF8"/>
    <w:rsid w:val="00904497"/>
    <w:rsid w:val="00905D3F"/>
    <w:rsid w:val="00906668"/>
    <w:rsid w:val="0091080D"/>
    <w:rsid w:val="009108D6"/>
    <w:rsid w:val="00911608"/>
    <w:rsid w:val="00911B10"/>
    <w:rsid w:val="00912533"/>
    <w:rsid w:val="00912775"/>
    <w:rsid w:val="00912A31"/>
    <w:rsid w:val="009131EA"/>
    <w:rsid w:val="00913910"/>
    <w:rsid w:val="00913E32"/>
    <w:rsid w:val="00914534"/>
    <w:rsid w:val="00914C0A"/>
    <w:rsid w:val="00914F87"/>
    <w:rsid w:val="00915566"/>
    <w:rsid w:val="00915807"/>
    <w:rsid w:val="00915863"/>
    <w:rsid w:val="00915BC1"/>
    <w:rsid w:val="00916127"/>
    <w:rsid w:val="009166CC"/>
    <w:rsid w:val="00916C08"/>
    <w:rsid w:val="00917833"/>
    <w:rsid w:val="00917B7E"/>
    <w:rsid w:val="00920348"/>
    <w:rsid w:val="0092056F"/>
    <w:rsid w:val="009205CA"/>
    <w:rsid w:val="009219D6"/>
    <w:rsid w:val="00921C06"/>
    <w:rsid w:val="00921C85"/>
    <w:rsid w:val="00922462"/>
    <w:rsid w:val="00923017"/>
    <w:rsid w:val="00923AB8"/>
    <w:rsid w:val="0092533C"/>
    <w:rsid w:val="00926891"/>
    <w:rsid w:val="00926EB8"/>
    <w:rsid w:val="009270E7"/>
    <w:rsid w:val="00927B85"/>
    <w:rsid w:val="00927EB6"/>
    <w:rsid w:val="00927F5F"/>
    <w:rsid w:val="0093009A"/>
    <w:rsid w:val="0093009F"/>
    <w:rsid w:val="009317DF"/>
    <w:rsid w:val="00931FAC"/>
    <w:rsid w:val="009321A0"/>
    <w:rsid w:val="00933926"/>
    <w:rsid w:val="00933D79"/>
    <w:rsid w:val="00933EF5"/>
    <w:rsid w:val="00934140"/>
    <w:rsid w:val="00934261"/>
    <w:rsid w:val="00934330"/>
    <w:rsid w:val="009348BE"/>
    <w:rsid w:val="00934F19"/>
    <w:rsid w:val="00935737"/>
    <w:rsid w:val="00935BE8"/>
    <w:rsid w:val="009367B3"/>
    <w:rsid w:val="00936828"/>
    <w:rsid w:val="009374F3"/>
    <w:rsid w:val="00940542"/>
    <w:rsid w:val="00940881"/>
    <w:rsid w:val="00940B00"/>
    <w:rsid w:val="00940E92"/>
    <w:rsid w:val="00941D6B"/>
    <w:rsid w:val="00941D8C"/>
    <w:rsid w:val="00941DFE"/>
    <w:rsid w:val="00942DA0"/>
    <w:rsid w:val="00943B71"/>
    <w:rsid w:val="00944C19"/>
    <w:rsid w:val="00944C23"/>
    <w:rsid w:val="00944C48"/>
    <w:rsid w:val="00945D84"/>
    <w:rsid w:val="00946C6F"/>
    <w:rsid w:val="00946D27"/>
    <w:rsid w:val="00946EAF"/>
    <w:rsid w:val="00951AE5"/>
    <w:rsid w:val="0095200B"/>
    <w:rsid w:val="00952162"/>
    <w:rsid w:val="00952372"/>
    <w:rsid w:val="00952D72"/>
    <w:rsid w:val="00953A8A"/>
    <w:rsid w:val="00953E3B"/>
    <w:rsid w:val="009542D4"/>
    <w:rsid w:val="009549C8"/>
    <w:rsid w:val="00954B7E"/>
    <w:rsid w:val="00955490"/>
    <w:rsid w:val="00956710"/>
    <w:rsid w:val="009567D2"/>
    <w:rsid w:val="0095688F"/>
    <w:rsid w:val="009578C8"/>
    <w:rsid w:val="009602EB"/>
    <w:rsid w:val="0096087C"/>
    <w:rsid w:val="009612F9"/>
    <w:rsid w:val="00961362"/>
    <w:rsid w:val="009616AB"/>
    <w:rsid w:val="00961A1A"/>
    <w:rsid w:val="00961A52"/>
    <w:rsid w:val="00961A56"/>
    <w:rsid w:val="00961D5C"/>
    <w:rsid w:val="009624D9"/>
    <w:rsid w:val="009629CA"/>
    <w:rsid w:val="00962E4A"/>
    <w:rsid w:val="00964101"/>
    <w:rsid w:val="00964AF6"/>
    <w:rsid w:val="00964B7A"/>
    <w:rsid w:val="00964BBE"/>
    <w:rsid w:val="009654F6"/>
    <w:rsid w:val="009656E3"/>
    <w:rsid w:val="00966AB1"/>
    <w:rsid w:val="00966FA6"/>
    <w:rsid w:val="00967045"/>
    <w:rsid w:val="0096754D"/>
    <w:rsid w:val="009701D3"/>
    <w:rsid w:val="00970906"/>
    <w:rsid w:val="00970A08"/>
    <w:rsid w:val="00971C41"/>
    <w:rsid w:val="00972999"/>
    <w:rsid w:val="00972C77"/>
    <w:rsid w:val="00972E01"/>
    <w:rsid w:val="00973F00"/>
    <w:rsid w:val="009746C7"/>
    <w:rsid w:val="0097508D"/>
    <w:rsid w:val="009755A3"/>
    <w:rsid w:val="0097568A"/>
    <w:rsid w:val="00975696"/>
    <w:rsid w:val="009756FE"/>
    <w:rsid w:val="00975AF4"/>
    <w:rsid w:val="00975EC6"/>
    <w:rsid w:val="0097779A"/>
    <w:rsid w:val="009806CA"/>
    <w:rsid w:val="009806CB"/>
    <w:rsid w:val="0098098E"/>
    <w:rsid w:val="009813AC"/>
    <w:rsid w:val="0098161F"/>
    <w:rsid w:val="00981B45"/>
    <w:rsid w:val="00981BED"/>
    <w:rsid w:val="0098251A"/>
    <w:rsid w:val="00983E73"/>
    <w:rsid w:val="00984144"/>
    <w:rsid w:val="00984E9C"/>
    <w:rsid w:val="00985BCA"/>
    <w:rsid w:val="00985DF3"/>
    <w:rsid w:val="00985E08"/>
    <w:rsid w:val="00986184"/>
    <w:rsid w:val="009862D0"/>
    <w:rsid w:val="009862D7"/>
    <w:rsid w:val="009869D2"/>
    <w:rsid w:val="00987F60"/>
    <w:rsid w:val="009903FF"/>
    <w:rsid w:val="00990641"/>
    <w:rsid w:val="00990E1A"/>
    <w:rsid w:val="0099187D"/>
    <w:rsid w:val="00991883"/>
    <w:rsid w:val="00992F4D"/>
    <w:rsid w:val="00993574"/>
    <w:rsid w:val="00993C4D"/>
    <w:rsid w:val="00993F92"/>
    <w:rsid w:val="00994CB1"/>
    <w:rsid w:val="00995ACE"/>
    <w:rsid w:val="00995B55"/>
    <w:rsid w:val="00995EE9"/>
    <w:rsid w:val="009967F3"/>
    <w:rsid w:val="009971CA"/>
    <w:rsid w:val="00997443"/>
    <w:rsid w:val="009974BA"/>
    <w:rsid w:val="00997A72"/>
    <w:rsid w:val="00997D4B"/>
    <w:rsid w:val="009A087B"/>
    <w:rsid w:val="009A1440"/>
    <w:rsid w:val="009A157A"/>
    <w:rsid w:val="009A1675"/>
    <w:rsid w:val="009A2383"/>
    <w:rsid w:val="009A26EE"/>
    <w:rsid w:val="009A29A7"/>
    <w:rsid w:val="009A30FA"/>
    <w:rsid w:val="009A3B2B"/>
    <w:rsid w:val="009A3EDE"/>
    <w:rsid w:val="009A4C59"/>
    <w:rsid w:val="009A4D5D"/>
    <w:rsid w:val="009A5385"/>
    <w:rsid w:val="009A5636"/>
    <w:rsid w:val="009A614A"/>
    <w:rsid w:val="009A63A3"/>
    <w:rsid w:val="009A64BA"/>
    <w:rsid w:val="009A69AB"/>
    <w:rsid w:val="009A6F39"/>
    <w:rsid w:val="009A7777"/>
    <w:rsid w:val="009A7980"/>
    <w:rsid w:val="009A7A8C"/>
    <w:rsid w:val="009B0067"/>
    <w:rsid w:val="009B01CF"/>
    <w:rsid w:val="009B02CB"/>
    <w:rsid w:val="009B05AD"/>
    <w:rsid w:val="009B0896"/>
    <w:rsid w:val="009B099B"/>
    <w:rsid w:val="009B18B7"/>
    <w:rsid w:val="009B2D3B"/>
    <w:rsid w:val="009B455A"/>
    <w:rsid w:val="009B598C"/>
    <w:rsid w:val="009B5DFD"/>
    <w:rsid w:val="009B6936"/>
    <w:rsid w:val="009B767A"/>
    <w:rsid w:val="009B7F8C"/>
    <w:rsid w:val="009C0813"/>
    <w:rsid w:val="009C0D74"/>
    <w:rsid w:val="009C233E"/>
    <w:rsid w:val="009C3DF8"/>
    <w:rsid w:val="009C5219"/>
    <w:rsid w:val="009C52DC"/>
    <w:rsid w:val="009C5F6C"/>
    <w:rsid w:val="009C616D"/>
    <w:rsid w:val="009C7CB5"/>
    <w:rsid w:val="009D0436"/>
    <w:rsid w:val="009D118A"/>
    <w:rsid w:val="009D12D1"/>
    <w:rsid w:val="009D1325"/>
    <w:rsid w:val="009D14A4"/>
    <w:rsid w:val="009D1988"/>
    <w:rsid w:val="009D1C67"/>
    <w:rsid w:val="009D2045"/>
    <w:rsid w:val="009D20ED"/>
    <w:rsid w:val="009D210C"/>
    <w:rsid w:val="009D2586"/>
    <w:rsid w:val="009D27D4"/>
    <w:rsid w:val="009D2BA8"/>
    <w:rsid w:val="009D2F71"/>
    <w:rsid w:val="009D2FB6"/>
    <w:rsid w:val="009D3219"/>
    <w:rsid w:val="009D3CC9"/>
    <w:rsid w:val="009D4BD3"/>
    <w:rsid w:val="009D5C70"/>
    <w:rsid w:val="009D5E54"/>
    <w:rsid w:val="009D73E5"/>
    <w:rsid w:val="009D76E6"/>
    <w:rsid w:val="009D79C8"/>
    <w:rsid w:val="009D7B1F"/>
    <w:rsid w:val="009D7D2F"/>
    <w:rsid w:val="009E01D3"/>
    <w:rsid w:val="009E062A"/>
    <w:rsid w:val="009E167D"/>
    <w:rsid w:val="009E2252"/>
    <w:rsid w:val="009E3370"/>
    <w:rsid w:val="009E3481"/>
    <w:rsid w:val="009E418B"/>
    <w:rsid w:val="009E46FF"/>
    <w:rsid w:val="009E49AD"/>
    <w:rsid w:val="009E4B0D"/>
    <w:rsid w:val="009E5379"/>
    <w:rsid w:val="009E5402"/>
    <w:rsid w:val="009E551A"/>
    <w:rsid w:val="009E6D06"/>
    <w:rsid w:val="009E7166"/>
    <w:rsid w:val="009E7708"/>
    <w:rsid w:val="009E7B21"/>
    <w:rsid w:val="009E7D95"/>
    <w:rsid w:val="009E7F36"/>
    <w:rsid w:val="009E7F37"/>
    <w:rsid w:val="009E7FD1"/>
    <w:rsid w:val="009F1034"/>
    <w:rsid w:val="009F15F6"/>
    <w:rsid w:val="009F1BE3"/>
    <w:rsid w:val="009F44BA"/>
    <w:rsid w:val="009F52CA"/>
    <w:rsid w:val="009F540D"/>
    <w:rsid w:val="009F6500"/>
    <w:rsid w:val="009F6774"/>
    <w:rsid w:val="009F753A"/>
    <w:rsid w:val="009F7643"/>
    <w:rsid w:val="009F7930"/>
    <w:rsid w:val="009F7C3B"/>
    <w:rsid w:val="00A024DA"/>
    <w:rsid w:val="00A03335"/>
    <w:rsid w:val="00A035D4"/>
    <w:rsid w:val="00A037FB"/>
    <w:rsid w:val="00A03917"/>
    <w:rsid w:val="00A03A72"/>
    <w:rsid w:val="00A040D5"/>
    <w:rsid w:val="00A04360"/>
    <w:rsid w:val="00A04651"/>
    <w:rsid w:val="00A0519E"/>
    <w:rsid w:val="00A0520F"/>
    <w:rsid w:val="00A0559B"/>
    <w:rsid w:val="00A05D61"/>
    <w:rsid w:val="00A06550"/>
    <w:rsid w:val="00A065E2"/>
    <w:rsid w:val="00A06879"/>
    <w:rsid w:val="00A06A49"/>
    <w:rsid w:val="00A06F48"/>
    <w:rsid w:val="00A07044"/>
    <w:rsid w:val="00A07DAB"/>
    <w:rsid w:val="00A07E9D"/>
    <w:rsid w:val="00A11250"/>
    <w:rsid w:val="00A11A73"/>
    <w:rsid w:val="00A11F3B"/>
    <w:rsid w:val="00A121E2"/>
    <w:rsid w:val="00A1296A"/>
    <w:rsid w:val="00A12B09"/>
    <w:rsid w:val="00A12BDE"/>
    <w:rsid w:val="00A12D6C"/>
    <w:rsid w:val="00A12E8D"/>
    <w:rsid w:val="00A140E4"/>
    <w:rsid w:val="00A14F41"/>
    <w:rsid w:val="00A14FF5"/>
    <w:rsid w:val="00A15142"/>
    <w:rsid w:val="00A15ADD"/>
    <w:rsid w:val="00A15CD0"/>
    <w:rsid w:val="00A17FE5"/>
    <w:rsid w:val="00A20036"/>
    <w:rsid w:val="00A21142"/>
    <w:rsid w:val="00A2137B"/>
    <w:rsid w:val="00A24D8A"/>
    <w:rsid w:val="00A24FAD"/>
    <w:rsid w:val="00A253BF"/>
    <w:rsid w:val="00A25B5E"/>
    <w:rsid w:val="00A25C0C"/>
    <w:rsid w:val="00A262CA"/>
    <w:rsid w:val="00A265D5"/>
    <w:rsid w:val="00A26EA4"/>
    <w:rsid w:val="00A274D5"/>
    <w:rsid w:val="00A27612"/>
    <w:rsid w:val="00A27FDE"/>
    <w:rsid w:val="00A3084B"/>
    <w:rsid w:val="00A309B6"/>
    <w:rsid w:val="00A30EE7"/>
    <w:rsid w:val="00A3155B"/>
    <w:rsid w:val="00A31701"/>
    <w:rsid w:val="00A31BC2"/>
    <w:rsid w:val="00A325B3"/>
    <w:rsid w:val="00A326A5"/>
    <w:rsid w:val="00A329EF"/>
    <w:rsid w:val="00A32EEC"/>
    <w:rsid w:val="00A33052"/>
    <w:rsid w:val="00A33B15"/>
    <w:rsid w:val="00A33CF1"/>
    <w:rsid w:val="00A33EA6"/>
    <w:rsid w:val="00A350CC"/>
    <w:rsid w:val="00A35395"/>
    <w:rsid w:val="00A35B59"/>
    <w:rsid w:val="00A368D4"/>
    <w:rsid w:val="00A40476"/>
    <w:rsid w:val="00A41740"/>
    <w:rsid w:val="00A424D3"/>
    <w:rsid w:val="00A42530"/>
    <w:rsid w:val="00A42C60"/>
    <w:rsid w:val="00A43B73"/>
    <w:rsid w:val="00A455A7"/>
    <w:rsid w:val="00A45BBF"/>
    <w:rsid w:val="00A461B0"/>
    <w:rsid w:val="00A479B6"/>
    <w:rsid w:val="00A50580"/>
    <w:rsid w:val="00A51C27"/>
    <w:rsid w:val="00A52557"/>
    <w:rsid w:val="00A5262A"/>
    <w:rsid w:val="00A526FB"/>
    <w:rsid w:val="00A530D9"/>
    <w:rsid w:val="00A53291"/>
    <w:rsid w:val="00A53CD7"/>
    <w:rsid w:val="00A5454F"/>
    <w:rsid w:val="00A54CC9"/>
    <w:rsid w:val="00A55415"/>
    <w:rsid w:val="00A5570F"/>
    <w:rsid w:val="00A56288"/>
    <w:rsid w:val="00A6046D"/>
    <w:rsid w:val="00A60E26"/>
    <w:rsid w:val="00A619B8"/>
    <w:rsid w:val="00A6241F"/>
    <w:rsid w:val="00A625FB"/>
    <w:rsid w:val="00A62E1E"/>
    <w:rsid w:val="00A635CA"/>
    <w:rsid w:val="00A6545D"/>
    <w:rsid w:val="00A655F2"/>
    <w:rsid w:val="00A6644F"/>
    <w:rsid w:val="00A6651D"/>
    <w:rsid w:val="00A66EF8"/>
    <w:rsid w:val="00A67504"/>
    <w:rsid w:val="00A67BE3"/>
    <w:rsid w:val="00A70767"/>
    <w:rsid w:val="00A70A8F"/>
    <w:rsid w:val="00A71766"/>
    <w:rsid w:val="00A71958"/>
    <w:rsid w:val="00A71EC0"/>
    <w:rsid w:val="00A724F6"/>
    <w:rsid w:val="00A726A7"/>
    <w:rsid w:val="00A72937"/>
    <w:rsid w:val="00A7399B"/>
    <w:rsid w:val="00A73B97"/>
    <w:rsid w:val="00A73D34"/>
    <w:rsid w:val="00A742EF"/>
    <w:rsid w:val="00A74B22"/>
    <w:rsid w:val="00A74C09"/>
    <w:rsid w:val="00A75284"/>
    <w:rsid w:val="00A75A01"/>
    <w:rsid w:val="00A75D20"/>
    <w:rsid w:val="00A75F81"/>
    <w:rsid w:val="00A7624E"/>
    <w:rsid w:val="00A767E6"/>
    <w:rsid w:val="00A800B8"/>
    <w:rsid w:val="00A81B05"/>
    <w:rsid w:val="00A81CB0"/>
    <w:rsid w:val="00A82294"/>
    <w:rsid w:val="00A83B54"/>
    <w:rsid w:val="00A83D0E"/>
    <w:rsid w:val="00A8490F"/>
    <w:rsid w:val="00A84A67"/>
    <w:rsid w:val="00A85167"/>
    <w:rsid w:val="00A854AE"/>
    <w:rsid w:val="00A85FA3"/>
    <w:rsid w:val="00A90B7A"/>
    <w:rsid w:val="00A9156A"/>
    <w:rsid w:val="00A9188B"/>
    <w:rsid w:val="00A91C52"/>
    <w:rsid w:val="00A92500"/>
    <w:rsid w:val="00A92EDE"/>
    <w:rsid w:val="00A93125"/>
    <w:rsid w:val="00A932F7"/>
    <w:rsid w:val="00A93B7A"/>
    <w:rsid w:val="00A93CC2"/>
    <w:rsid w:val="00A947F0"/>
    <w:rsid w:val="00A94C73"/>
    <w:rsid w:val="00A94DC0"/>
    <w:rsid w:val="00A9514E"/>
    <w:rsid w:val="00A95539"/>
    <w:rsid w:val="00A95A7E"/>
    <w:rsid w:val="00A96E41"/>
    <w:rsid w:val="00A9700D"/>
    <w:rsid w:val="00A97364"/>
    <w:rsid w:val="00A97B57"/>
    <w:rsid w:val="00AA041F"/>
    <w:rsid w:val="00AA04C8"/>
    <w:rsid w:val="00AA05D5"/>
    <w:rsid w:val="00AA1442"/>
    <w:rsid w:val="00AA1E33"/>
    <w:rsid w:val="00AA26A0"/>
    <w:rsid w:val="00AA3505"/>
    <w:rsid w:val="00AA3812"/>
    <w:rsid w:val="00AA3C4F"/>
    <w:rsid w:val="00AA3D0F"/>
    <w:rsid w:val="00AA4406"/>
    <w:rsid w:val="00AA489A"/>
    <w:rsid w:val="00AA4B36"/>
    <w:rsid w:val="00AA4F50"/>
    <w:rsid w:val="00AA602D"/>
    <w:rsid w:val="00AA60C0"/>
    <w:rsid w:val="00AA726B"/>
    <w:rsid w:val="00AA7BBB"/>
    <w:rsid w:val="00AA7FD0"/>
    <w:rsid w:val="00AB04AC"/>
    <w:rsid w:val="00AB04EE"/>
    <w:rsid w:val="00AB1996"/>
    <w:rsid w:val="00AB2256"/>
    <w:rsid w:val="00AB247C"/>
    <w:rsid w:val="00AB257D"/>
    <w:rsid w:val="00AB2A37"/>
    <w:rsid w:val="00AB324A"/>
    <w:rsid w:val="00AB464B"/>
    <w:rsid w:val="00AB4A6B"/>
    <w:rsid w:val="00AB4B46"/>
    <w:rsid w:val="00AB4DB9"/>
    <w:rsid w:val="00AB507C"/>
    <w:rsid w:val="00AB6044"/>
    <w:rsid w:val="00AB64C4"/>
    <w:rsid w:val="00AB68F2"/>
    <w:rsid w:val="00AB6FC4"/>
    <w:rsid w:val="00AB7C21"/>
    <w:rsid w:val="00AC20B9"/>
    <w:rsid w:val="00AC2126"/>
    <w:rsid w:val="00AC2251"/>
    <w:rsid w:val="00AC3016"/>
    <w:rsid w:val="00AC3A46"/>
    <w:rsid w:val="00AC3E8C"/>
    <w:rsid w:val="00AC45AD"/>
    <w:rsid w:val="00AC4E07"/>
    <w:rsid w:val="00AC4E20"/>
    <w:rsid w:val="00AC569F"/>
    <w:rsid w:val="00AC591F"/>
    <w:rsid w:val="00AC5EC5"/>
    <w:rsid w:val="00AC6B45"/>
    <w:rsid w:val="00AC7478"/>
    <w:rsid w:val="00AC78C7"/>
    <w:rsid w:val="00AD023C"/>
    <w:rsid w:val="00AD04FF"/>
    <w:rsid w:val="00AD0E75"/>
    <w:rsid w:val="00AD1E45"/>
    <w:rsid w:val="00AD1F80"/>
    <w:rsid w:val="00AD22E8"/>
    <w:rsid w:val="00AD31DB"/>
    <w:rsid w:val="00AD33A1"/>
    <w:rsid w:val="00AD47E7"/>
    <w:rsid w:val="00AD4A07"/>
    <w:rsid w:val="00AD4D09"/>
    <w:rsid w:val="00AD56DA"/>
    <w:rsid w:val="00AD5C91"/>
    <w:rsid w:val="00AD5EF0"/>
    <w:rsid w:val="00AD65AB"/>
    <w:rsid w:val="00AD796F"/>
    <w:rsid w:val="00AD7D0D"/>
    <w:rsid w:val="00AD7E92"/>
    <w:rsid w:val="00AE010C"/>
    <w:rsid w:val="00AE0409"/>
    <w:rsid w:val="00AE08E8"/>
    <w:rsid w:val="00AE14B8"/>
    <w:rsid w:val="00AE1613"/>
    <w:rsid w:val="00AE276C"/>
    <w:rsid w:val="00AE2C1A"/>
    <w:rsid w:val="00AE2CB4"/>
    <w:rsid w:val="00AE3B0A"/>
    <w:rsid w:val="00AE3EA8"/>
    <w:rsid w:val="00AE43A6"/>
    <w:rsid w:val="00AE44FF"/>
    <w:rsid w:val="00AE48A5"/>
    <w:rsid w:val="00AE4CF0"/>
    <w:rsid w:val="00AE563D"/>
    <w:rsid w:val="00AE6C41"/>
    <w:rsid w:val="00AE6C87"/>
    <w:rsid w:val="00AE6EA8"/>
    <w:rsid w:val="00AE75B7"/>
    <w:rsid w:val="00AE795B"/>
    <w:rsid w:val="00AE7B18"/>
    <w:rsid w:val="00AF03B3"/>
    <w:rsid w:val="00AF0856"/>
    <w:rsid w:val="00AF0DD0"/>
    <w:rsid w:val="00AF17BD"/>
    <w:rsid w:val="00AF1D53"/>
    <w:rsid w:val="00AF1D69"/>
    <w:rsid w:val="00AF2758"/>
    <w:rsid w:val="00AF2784"/>
    <w:rsid w:val="00AF3080"/>
    <w:rsid w:val="00AF3213"/>
    <w:rsid w:val="00AF33DA"/>
    <w:rsid w:val="00AF38D7"/>
    <w:rsid w:val="00AF3FE0"/>
    <w:rsid w:val="00AF40ED"/>
    <w:rsid w:val="00AF5AC1"/>
    <w:rsid w:val="00AF5E15"/>
    <w:rsid w:val="00AF6254"/>
    <w:rsid w:val="00AF625A"/>
    <w:rsid w:val="00AF7326"/>
    <w:rsid w:val="00AF7FAF"/>
    <w:rsid w:val="00B01066"/>
    <w:rsid w:val="00B01DAB"/>
    <w:rsid w:val="00B029A5"/>
    <w:rsid w:val="00B031F3"/>
    <w:rsid w:val="00B03411"/>
    <w:rsid w:val="00B03649"/>
    <w:rsid w:val="00B0429B"/>
    <w:rsid w:val="00B04B2C"/>
    <w:rsid w:val="00B0587F"/>
    <w:rsid w:val="00B058AF"/>
    <w:rsid w:val="00B059B0"/>
    <w:rsid w:val="00B05D6C"/>
    <w:rsid w:val="00B05FD1"/>
    <w:rsid w:val="00B0632C"/>
    <w:rsid w:val="00B06562"/>
    <w:rsid w:val="00B06A07"/>
    <w:rsid w:val="00B06AF2"/>
    <w:rsid w:val="00B07A9F"/>
    <w:rsid w:val="00B1016B"/>
    <w:rsid w:val="00B10D45"/>
    <w:rsid w:val="00B11978"/>
    <w:rsid w:val="00B11CFE"/>
    <w:rsid w:val="00B121CE"/>
    <w:rsid w:val="00B127EF"/>
    <w:rsid w:val="00B12B75"/>
    <w:rsid w:val="00B12F98"/>
    <w:rsid w:val="00B13559"/>
    <w:rsid w:val="00B136AD"/>
    <w:rsid w:val="00B1390A"/>
    <w:rsid w:val="00B13F4B"/>
    <w:rsid w:val="00B14E51"/>
    <w:rsid w:val="00B155A5"/>
    <w:rsid w:val="00B161F4"/>
    <w:rsid w:val="00B165DE"/>
    <w:rsid w:val="00B1660C"/>
    <w:rsid w:val="00B167A3"/>
    <w:rsid w:val="00B169EB"/>
    <w:rsid w:val="00B16E54"/>
    <w:rsid w:val="00B17879"/>
    <w:rsid w:val="00B17B28"/>
    <w:rsid w:val="00B203FA"/>
    <w:rsid w:val="00B20AC7"/>
    <w:rsid w:val="00B213BA"/>
    <w:rsid w:val="00B21505"/>
    <w:rsid w:val="00B21CCE"/>
    <w:rsid w:val="00B21F93"/>
    <w:rsid w:val="00B2283D"/>
    <w:rsid w:val="00B228A0"/>
    <w:rsid w:val="00B229D3"/>
    <w:rsid w:val="00B22F4C"/>
    <w:rsid w:val="00B235AD"/>
    <w:rsid w:val="00B23652"/>
    <w:rsid w:val="00B2384F"/>
    <w:rsid w:val="00B23A05"/>
    <w:rsid w:val="00B24301"/>
    <w:rsid w:val="00B25190"/>
    <w:rsid w:val="00B26162"/>
    <w:rsid w:val="00B26985"/>
    <w:rsid w:val="00B27307"/>
    <w:rsid w:val="00B30997"/>
    <w:rsid w:val="00B32015"/>
    <w:rsid w:val="00B320E0"/>
    <w:rsid w:val="00B32471"/>
    <w:rsid w:val="00B32747"/>
    <w:rsid w:val="00B32767"/>
    <w:rsid w:val="00B328E7"/>
    <w:rsid w:val="00B32935"/>
    <w:rsid w:val="00B32CD1"/>
    <w:rsid w:val="00B3301F"/>
    <w:rsid w:val="00B33AC1"/>
    <w:rsid w:val="00B33D07"/>
    <w:rsid w:val="00B34134"/>
    <w:rsid w:val="00B34D89"/>
    <w:rsid w:val="00B35637"/>
    <w:rsid w:val="00B37251"/>
    <w:rsid w:val="00B375DF"/>
    <w:rsid w:val="00B377CE"/>
    <w:rsid w:val="00B4001C"/>
    <w:rsid w:val="00B40380"/>
    <w:rsid w:val="00B40551"/>
    <w:rsid w:val="00B40715"/>
    <w:rsid w:val="00B40A63"/>
    <w:rsid w:val="00B40EDC"/>
    <w:rsid w:val="00B412F0"/>
    <w:rsid w:val="00B42063"/>
    <w:rsid w:val="00B427A7"/>
    <w:rsid w:val="00B43A73"/>
    <w:rsid w:val="00B43DB8"/>
    <w:rsid w:val="00B444DF"/>
    <w:rsid w:val="00B4513E"/>
    <w:rsid w:val="00B4516D"/>
    <w:rsid w:val="00B45B68"/>
    <w:rsid w:val="00B45F4C"/>
    <w:rsid w:val="00B47939"/>
    <w:rsid w:val="00B47C9E"/>
    <w:rsid w:val="00B47D7C"/>
    <w:rsid w:val="00B51271"/>
    <w:rsid w:val="00B513FD"/>
    <w:rsid w:val="00B51572"/>
    <w:rsid w:val="00B51E0A"/>
    <w:rsid w:val="00B524AF"/>
    <w:rsid w:val="00B5256A"/>
    <w:rsid w:val="00B52FA4"/>
    <w:rsid w:val="00B53C63"/>
    <w:rsid w:val="00B54091"/>
    <w:rsid w:val="00B540F9"/>
    <w:rsid w:val="00B54869"/>
    <w:rsid w:val="00B548D0"/>
    <w:rsid w:val="00B54A7A"/>
    <w:rsid w:val="00B54E33"/>
    <w:rsid w:val="00B54FBD"/>
    <w:rsid w:val="00B552C8"/>
    <w:rsid w:val="00B556D3"/>
    <w:rsid w:val="00B55764"/>
    <w:rsid w:val="00B557AD"/>
    <w:rsid w:val="00B55D59"/>
    <w:rsid w:val="00B56FFA"/>
    <w:rsid w:val="00B577B5"/>
    <w:rsid w:val="00B57DDD"/>
    <w:rsid w:val="00B607B1"/>
    <w:rsid w:val="00B60AF0"/>
    <w:rsid w:val="00B60E39"/>
    <w:rsid w:val="00B61C4D"/>
    <w:rsid w:val="00B61D41"/>
    <w:rsid w:val="00B61F0D"/>
    <w:rsid w:val="00B620AC"/>
    <w:rsid w:val="00B6228C"/>
    <w:rsid w:val="00B6370B"/>
    <w:rsid w:val="00B64F43"/>
    <w:rsid w:val="00B64FA2"/>
    <w:rsid w:val="00B6522F"/>
    <w:rsid w:val="00B6534D"/>
    <w:rsid w:val="00B656EE"/>
    <w:rsid w:val="00B67BF5"/>
    <w:rsid w:val="00B67C89"/>
    <w:rsid w:val="00B67D46"/>
    <w:rsid w:val="00B7062A"/>
    <w:rsid w:val="00B70AD0"/>
    <w:rsid w:val="00B70ADF"/>
    <w:rsid w:val="00B70F6D"/>
    <w:rsid w:val="00B71A21"/>
    <w:rsid w:val="00B71FAF"/>
    <w:rsid w:val="00B7215C"/>
    <w:rsid w:val="00B728D2"/>
    <w:rsid w:val="00B72927"/>
    <w:rsid w:val="00B72F1C"/>
    <w:rsid w:val="00B73231"/>
    <w:rsid w:val="00B737CF"/>
    <w:rsid w:val="00B737D6"/>
    <w:rsid w:val="00B73BBB"/>
    <w:rsid w:val="00B74042"/>
    <w:rsid w:val="00B75A25"/>
    <w:rsid w:val="00B75AE8"/>
    <w:rsid w:val="00B763B8"/>
    <w:rsid w:val="00B80BF4"/>
    <w:rsid w:val="00B8108F"/>
    <w:rsid w:val="00B815C1"/>
    <w:rsid w:val="00B83948"/>
    <w:rsid w:val="00B84204"/>
    <w:rsid w:val="00B84940"/>
    <w:rsid w:val="00B850F1"/>
    <w:rsid w:val="00B85A27"/>
    <w:rsid w:val="00B85CBC"/>
    <w:rsid w:val="00B873B7"/>
    <w:rsid w:val="00B90F74"/>
    <w:rsid w:val="00B910D2"/>
    <w:rsid w:val="00B91104"/>
    <w:rsid w:val="00B91106"/>
    <w:rsid w:val="00B915EC"/>
    <w:rsid w:val="00B919FB"/>
    <w:rsid w:val="00B91D0D"/>
    <w:rsid w:val="00B930BE"/>
    <w:rsid w:val="00B940F2"/>
    <w:rsid w:val="00B94AB3"/>
    <w:rsid w:val="00B95240"/>
    <w:rsid w:val="00B95BA7"/>
    <w:rsid w:val="00B965C0"/>
    <w:rsid w:val="00BA0693"/>
    <w:rsid w:val="00BA07AE"/>
    <w:rsid w:val="00BA1174"/>
    <w:rsid w:val="00BA1910"/>
    <w:rsid w:val="00BA19B9"/>
    <w:rsid w:val="00BA1D1A"/>
    <w:rsid w:val="00BA2C5D"/>
    <w:rsid w:val="00BA2F0D"/>
    <w:rsid w:val="00BA2F18"/>
    <w:rsid w:val="00BA410B"/>
    <w:rsid w:val="00BA5009"/>
    <w:rsid w:val="00BA5139"/>
    <w:rsid w:val="00BA5521"/>
    <w:rsid w:val="00BA5990"/>
    <w:rsid w:val="00BA6886"/>
    <w:rsid w:val="00BB042D"/>
    <w:rsid w:val="00BB095C"/>
    <w:rsid w:val="00BB1605"/>
    <w:rsid w:val="00BB1A45"/>
    <w:rsid w:val="00BB4192"/>
    <w:rsid w:val="00BB4B55"/>
    <w:rsid w:val="00BB4C23"/>
    <w:rsid w:val="00BB5127"/>
    <w:rsid w:val="00BB5984"/>
    <w:rsid w:val="00BB6E33"/>
    <w:rsid w:val="00BB6E78"/>
    <w:rsid w:val="00BB76A4"/>
    <w:rsid w:val="00BC082F"/>
    <w:rsid w:val="00BC0AB3"/>
    <w:rsid w:val="00BC0B56"/>
    <w:rsid w:val="00BC0F6D"/>
    <w:rsid w:val="00BC1204"/>
    <w:rsid w:val="00BC1920"/>
    <w:rsid w:val="00BC1F49"/>
    <w:rsid w:val="00BC2CCF"/>
    <w:rsid w:val="00BC4F73"/>
    <w:rsid w:val="00BC5364"/>
    <w:rsid w:val="00BC6187"/>
    <w:rsid w:val="00BC6977"/>
    <w:rsid w:val="00BC7421"/>
    <w:rsid w:val="00BC79DE"/>
    <w:rsid w:val="00BC7DE9"/>
    <w:rsid w:val="00BC7E28"/>
    <w:rsid w:val="00BC7F37"/>
    <w:rsid w:val="00BD03D4"/>
    <w:rsid w:val="00BD2531"/>
    <w:rsid w:val="00BD38C2"/>
    <w:rsid w:val="00BD3C34"/>
    <w:rsid w:val="00BD3E30"/>
    <w:rsid w:val="00BD465F"/>
    <w:rsid w:val="00BD4A20"/>
    <w:rsid w:val="00BD4AB1"/>
    <w:rsid w:val="00BD4F84"/>
    <w:rsid w:val="00BD4FD4"/>
    <w:rsid w:val="00BD53EA"/>
    <w:rsid w:val="00BD5966"/>
    <w:rsid w:val="00BD64ED"/>
    <w:rsid w:val="00BD72D9"/>
    <w:rsid w:val="00BD757F"/>
    <w:rsid w:val="00BD775D"/>
    <w:rsid w:val="00BD7F88"/>
    <w:rsid w:val="00BE0C1F"/>
    <w:rsid w:val="00BE1408"/>
    <w:rsid w:val="00BE1599"/>
    <w:rsid w:val="00BE15FA"/>
    <w:rsid w:val="00BE2EB0"/>
    <w:rsid w:val="00BE398E"/>
    <w:rsid w:val="00BE3A17"/>
    <w:rsid w:val="00BE4701"/>
    <w:rsid w:val="00BE5D68"/>
    <w:rsid w:val="00BE654F"/>
    <w:rsid w:val="00BE6A9B"/>
    <w:rsid w:val="00BE76C8"/>
    <w:rsid w:val="00BE78C9"/>
    <w:rsid w:val="00BE794E"/>
    <w:rsid w:val="00BE7A74"/>
    <w:rsid w:val="00BE7F87"/>
    <w:rsid w:val="00BF03FF"/>
    <w:rsid w:val="00BF0E06"/>
    <w:rsid w:val="00BF0ED6"/>
    <w:rsid w:val="00BF1155"/>
    <w:rsid w:val="00BF20C8"/>
    <w:rsid w:val="00BF2BEE"/>
    <w:rsid w:val="00BF3E24"/>
    <w:rsid w:val="00BF4064"/>
    <w:rsid w:val="00BF4F03"/>
    <w:rsid w:val="00BF59E9"/>
    <w:rsid w:val="00BF6844"/>
    <w:rsid w:val="00BF7257"/>
    <w:rsid w:val="00BF7937"/>
    <w:rsid w:val="00C00432"/>
    <w:rsid w:val="00C00541"/>
    <w:rsid w:val="00C01EE0"/>
    <w:rsid w:val="00C0256C"/>
    <w:rsid w:val="00C02BFF"/>
    <w:rsid w:val="00C02E61"/>
    <w:rsid w:val="00C0368C"/>
    <w:rsid w:val="00C03D82"/>
    <w:rsid w:val="00C03DC1"/>
    <w:rsid w:val="00C03EB4"/>
    <w:rsid w:val="00C03FCA"/>
    <w:rsid w:val="00C041A2"/>
    <w:rsid w:val="00C045F8"/>
    <w:rsid w:val="00C049F2"/>
    <w:rsid w:val="00C053AD"/>
    <w:rsid w:val="00C05E43"/>
    <w:rsid w:val="00C0605A"/>
    <w:rsid w:val="00C067E0"/>
    <w:rsid w:val="00C068FD"/>
    <w:rsid w:val="00C07759"/>
    <w:rsid w:val="00C07F08"/>
    <w:rsid w:val="00C10010"/>
    <w:rsid w:val="00C107AD"/>
    <w:rsid w:val="00C10A3A"/>
    <w:rsid w:val="00C10D08"/>
    <w:rsid w:val="00C12647"/>
    <w:rsid w:val="00C1340A"/>
    <w:rsid w:val="00C1371C"/>
    <w:rsid w:val="00C14ECA"/>
    <w:rsid w:val="00C152CE"/>
    <w:rsid w:val="00C1544E"/>
    <w:rsid w:val="00C15573"/>
    <w:rsid w:val="00C15C13"/>
    <w:rsid w:val="00C16255"/>
    <w:rsid w:val="00C1652E"/>
    <w:rsid w:val="00C1669C"/>
    <w:rsid w:val="00C16AC6"/>
    <w:rsid w:val="00C17955"/>
    <w:rsid w:val="00C20024"/>
    <w:rsid w:val="00C2022A"/>
    <w:rsid w:val="00C20D7B"/>
    <w:rsid w:val="00C215A2"/>
    <w:rsid w:val="00C22AF2"/>
    <w:rsid w:val="00C231E4"/>
    <w:rsid w:val="00C2364A"/>
    <w:rsid w:val="00C24353"/>
    <w:rsid w:val="00C2453C"/>
    <w:rsid w:val="00C24556"/>
    <w:rsid w:val="00C2465D"/>
    <w:rsid w:val="00C24789"/>
    <w:rsid w:val="00C24797"/>
    <w:rsid w:val="00C25BAB"/>
    <w:rsid w:val="00C25BE3"/>
    <w:rsid w:val="00C25D15"/>
    <w:rsid w:val="00C26679"/>
    <w:rsid w:val="00C268D7"/>
    <w:rsid w:val="00C26AD6"/>
    <w:rsid w:val="00C27494"/>
    <w:rsid w:val="00C27AB4"/>
    <w:rsid w:val="00C3041E"/>
    <w:rsid w:val="00C30472"/>
    <w:rsid w:val="00C306BE"/>
    <w:rsid w:val="00C30709"/>
    <w:rsid w:val="00C308E5"/>
    <w:rsid w:val="00C30FB0"/>
    <w:rsid w:val="00C31C51"/>
    <w:rsid w:val="00C32192"/>
    <w:rsid w:val="00C32305"/>
    <w:rsid w:val="00C326F8"/>
    <w:rsid w:val="00C32EA2"/>
    <w:rsid w:val="00C333B9"/>
    <w:rsid w:val="00C333D3"/>
    <w:rsid w:val="00C336AF"/>
    <w:rsid w:val="00C34732"/>
    <w:rsid w:val="00C34A84"/>
    <w:rsid w:val="00C3540E"/>
    <w:rsid w:val="00C35B88"/>
    <w:rsid w:val="00C366CB"/>
    <w:rsid w:val="00C3678F"/>
    <w:rsid w:val="00C36C9F"/>
    <w:rsid w:val="00C3703E"/>
    <w:rsid w:val="00C3769E"/>
    <w:rsid w:val="00C37C0A"/>
    <w:rsid w:val="00C40287"/>
    <w:rsid w:val="00C40A62"/>
    <w:rsid w:val="00C40AA9"/>
    <w:rsid w:val="00C40DAC"/>
    <w:rsid w:val="00C40FB8"/>
    <w:rsid w:val="00C41C9A"/>
    <w:rsid w:val="00C4223D"/>
    <w:rsid w:val="00C422B4"/>
    <w:rsid w:val="00C42475"/>
    <w:rsid w:val="00C429AD"/>
    <w:rsid w:val="00C42F1A"/>
    <w:rsid w:val="00C43077"/>
    <w:rsid w:val="00C438F5"/>
    <w:rsid w:val="00C439B9"/>
    <w:rsid w:val="00C43C1A"/>
    <w:rsid w:val="00C44297"/>
    <w:rsid w:val="00C44436"/>
    <w:rsid w:val="00C44732"/>
    <w:rsid w:val="00C4496C"/>
    <w:rsid w:val="00C44B97"/>
    <w:rsid w:val="00C46C16"/>
    <w:rsid w:val="00C46CDD"/>
    <w:rsid w:val="00C47186"/>
    <w:rsid w:val="00C4725E"/>
    <w:rsid w:val="00C476BF"/>
    <w:rsid w:val="00C476D4"/>
    <w:rsid w:val="00C50D38"/>
    <w:rsid w:val="00C511E0"/>
    <w:rsid w:val="00C514E5"/>
    <w:rsid w:val="00C516F0"/>
    <w:rsid w:val="00C51D48"/>
    <w:rsid w:val="00C52796"/>
    <w:rsid w:val="00C530E4"/>
    <w:rsid w:val="00C544BC"/>
    <w:rsid w:val="00C545DF"/>
    <w:rsid w:val="00C547C5"/>
    <w:rsid w:val="00C56278"/>
    <w:rsid w:val="00C60DB1"/>
    <w:rsid w:val="00C60E5B"/>
    <w:rsid w:val="00C6191A"/>
    <w:rsid w:val="00C61A98"/>
    <w:rsid w:val="00C61EED"/>
    <w:rsid w:val="00C6219A"/>
    <w:rsid w:val="00C6237B"/>
    <w:rsid w:val="00C62D71"/>
    <w:rsid w:val="00C62F65"/>
    <w:rsid w:val="00C6375D"/>
    <w:rsid w:val="00C63801"/>
    <w:rsid w:val="00C64794"/>
    <w:rsid w:val="00C64BF8"/>
    <w:rsid w:val="00C665FE"/>
    <w:rsid w:val="00C66E94"/>
    <w:rsid w:val="00C67181"/>
    <w:rsid w:val="00C727E1"/>
    <w:rsid w:val="00C728A6"/>
    <w:rsid w:val="00C729F1"/>
    <w:rsid w:val="00C73E3D"/>
    <w:rsid w:val="00C73E76"/>
    <w:rsid w:val="00C745F8"/>
    <w:rsid w:val="00C74AFC"/>
    <w:rsid w:val="00C75713"/>
    <w:rsid w:val="00C757F8"/>
    <w:rsid w:val="00C75D3A"/>
    <w:rsid w:val="00C7683B"/>
    <w:rsid w:val="00C76902"/>
    <w:rsid w:val="00C77B24"/>
    <w:rsid w:val="00C801A8"/>
    <w:rsid w:val="00C8037F"/>
    <w:rsid w:val="00C80AE4"/>
    <w:rsid w:val="00C80DE5"/>
    <w:rsid w:val="00C81611"/>
    <w:rsid w:val="00C828C1"/>
    <w:rsid w:val="00C82C84"/>
    <w:rsid w:val="00C83030"/>
    <w:rsid w:val="00C837E9"/>
    <w:rsid w:val="00C83C0B"/>
    <w:rsid w:val="00C83D7C"/>
    <w:rsid w:val="00C841CF"/>
    <w:rsid w:val="00C8448F"/>
    <w:rsid w:val="00C849A3"/>
    <w:rsid w:val="00C84F86"/>
    <w:rsid w:val="00C84FE4"/>
    <w:rsid w:val="00C8648A"/>
    <w:rsid w:val="00C865F1"/>
    <w:rsid w:val="00C86D15"/>
    <w:rsid w:val="00C877E4"/>
    <w:rsid w:val="00C90278"/>
    <w:rsid w:val="00C92892"/>
    <w:rsid w:val="00C92F12"/>
    <w:rsid w:val="00C937DE"/>
    <w:rsid w:val="00C9395F"/>
    <w:rsid w:val="00C93BF2"/>
    <w:rsid w:val="00C947CC"/>
    <w:rsid w:val="00C94B97"/>
    <w:rsid w:val="00C9534D"/>
    <w:rsid w:val="00C95423"/>
    <w:rsid w:val="00C9580D"/>
    <w:rsid w:val="00C969FB"/>
    <w:rsid w:val="00C97628"/>
    <w:rsid w:val="00C978D2"/>
    <w:rsid w:val="00CA05B0"/>
    <w:rsid w:val="00CA09E5"/>
    <w:rsid w:val="00CA1110"/>
    <w:rsid w:val="00CA1831"/>
    <w:rsid w:val="00CA1E6D"/>
    <w:rsid w:val="00CA279C"/>
    <w:rsid w:val="00CA27CE"/>
    <w:rsid w:val="00CA335D"/>
    <w:rsid w:val="00CA345B"/>
    <w:rsid w:val="00CA3F3B"/>
    <w:rsid w:val="00CA5F71"/>
    <w:rsid w:val="00CA6251"/>
    <w:rsid w:val="00CA674D"/>
    <w:rsid w:val="00CA7125"/>
    <w:rsid w:val="00CA7390"/>
    <w:rsid w:val="00CA7CE5"/>
    <w:rsid w:val="00CB0044"/>
    <w:rsid w:val="00CB0B52"/>
    <w:rsid w:val="00CB14BD"/>
    <w:rsid w:val="00CB1779"/>
    <w:rsid w:val="00CB189C"/>
    <w:rsid w:val="00CB2052"/>
    <w:rsid w:val="00CB2F6C"/>
    <w:rsid w:val="00CB2FC0"/>
    <w:rsid w:val="00CB3DF2"/>
    <w:rsid w:val="00CB41A6"/>
    <w:rsid w:val="00CB435A"/>
    <w:rsid w:val="00CB4728"/>
    <w:rsid w:val="00CB488E"/>
    <w:rsid w:val="00CB49FE"/>
    <w:rsid w:val="00CB4B6D"/>
    <w:rsid w:val="00CB4DA2"/>
    <w:rsid w:val="00CB5E8E"/>
    <w:rsid w:val="00CB738B"/>
    <w:rsid w:val="00CB769F"/>
    <w:rsid w:val="00CB7D8B"/>
    <w:rsid w:val="00CB7E8B"/>
    <w:rsid w:val="00CC00A1"/>
    <w:rsid w:val="00CC21A5"/>
    <w:rsid w:val="00CC246E"/>
    <w:rsid w:val="00CC2A90"/>
    <w:rsid w:val="00CC3B1B"/>
    <w:rsid w:val="00CC3D34"/>
    <w:rsid w:val="00CC49A3"/>
    <w:rsid w:val="00CC4A47"/>
    <w:rsid w:val="00CC5D3E"/>
    <w:rsid w:val="00CC5F0D"/>
    <w:rsid w:val="00CC6740"/>
    <w:rsid w:val="00CC694D"/>
    <w:rsid w:val="00CC744D"/>
    <w:rsid w:val="00CC77FD"/>
    <w:rsid w:val="00CD0510"/>
    <w:rsid w:val="00CD060E"/>
    <w:rsid w:val="00CD0990"/>
    <w:rsid w:val="00CD111D"/>
    <w:rsid w:val="00CD2825"/>
    <w:rsid w:val="00CD33C4"/>
    <w:rsid w:val="00CD3729"/>
    <w:rsid w:val="00CD4540"/>
    <w:rsid w:val="00CD4C19"/>
    <w:rsid w:val="00CD501A"/>
    <w:rsid w:val="00CD6377"/>
    <w:rsid w:val="00CD644D"/>
    <w:rsid w:val="00CD6DAF"/>
    <w:rsid w:val="00CD7057"/>
    <w:rsid w:val="00CD7530"/>
    <w:rsid w:val="00CD7C8B"/>
    <w:rsid w:val="00CE0DDA"/>
    <w:rsid w:val="00CE1900"/>
    <w:rsid w:val="00CE275E"/>
    <w:rsid w:val="00CE28E1"/>
    <w:rsid w:val="00CE358D"/>
    <w:rsid w:val="00CE3F2B"/>
    <w:rsid w:val="00CE3F59"/>
    <w:rsid w:val="00CE3FE8"/>
    <w:rsid w:val="00CE4772"/>
    <w:rsid w:val="00CE4D52"/>
    <w:rsid w:val="00CE4EF0"/>
    <w:rsid w:val="00CE4F0F"/>
    <w:rsid w:val="00CE4F52"/>
    <w:rsid w:val="00CE504A"/>
    <w:rsid w:val="00CE5175"/>
    <w:rsid w:val="00CE541E"/>
    <w:rsid w:val="00CE5465"/>
    <w:rsid w:val="00CE5529"/>
    <w:rsid w:val="00CE57FE"/>
    <w:rsid w:val="00CE5AB4"/>
    <w:rsid w:val="00CE60F7"/>
    <w:rsid w:val="00CE62BC"/>
    <w:rsid w:val="00CE6E24"/>
    <w:rsid w:val="00CE705F"/>
    <w:rsid w:val="00CF0D85"/>
    <w:rsid w:val="00CF11AE"/>
    <w:rsid w:val="00CF1BEE"/>
    <w:rsid w:val="00CF2824"/>
    <w:rsid w:val="00CF2A01"/>
    <w:rsid w:val="00CF2AC3"/>
    <w:rsid w:val="00CF321E"/>
    <w:rsid w:val="00CF3874"/>
    <w:rsid w:val="00CF3BD2"/>
    <w:rsid w:val="00CF3CDC"/>
    <w:rsid w:val="00CF476E"/>
    <w:rsid w:val="00CF4C5C"/>
    <w:rsid w:val="00CF5CE6"/>
    <w:rsid w:val="00CF5E6B"/>
    <w:rsid w:val="00CF6113"/>
    <w:rsid w:val="00CF71CC"/>
    <w:rsid w:val="00CF7E88"/>
    <w:rsid w:val="00D01499"/>
    <w:rsid w:val="00D01B5E"/>
    <w:rsid w:val="00D01E10"/>
    <w:rsid w:val="00D026B7"/>
    <w:rsid w:val="00D02F76"/>
    <w:rsid w:val="00D0367C"/>
    <w:rsid w:val="00D041D7"/>
    <w:rsid w:val="00D04236"/>
    <w:rsid w:val="00D046E2"/>
    <w:rsid w:val="00D04FC9"/>
    <w:rsid w:val="00D0551A"/>
    <w:rsid w:val="00D059BD"/>
    <w:rsid w:val="00D072D7"/>
    <w:rsid w:val="00D11B06"/>
    <w:rsid w:val="00D11C92"/>
    <w:rsid w:val="00D11F5D"/>
    <w:rsid w:val="00D130D4"/>
    <w:rsid w:val="00D13420"/>
    <w:rsid w:val="00D1379A"/>
    <w:rsid w:val="00D13E6B"/>
    <w:rsid w:val="00D142D7"/>
    <w:rsid w:val="00D14C8A"/>
    <w:rsid w:val="00D14EE8"/>
    <w:rsid w:val="00D1548F"/>
    <w:rsid w:val="00D158F2"/>
    <w:rsid w:val="00D15BBE"/>
    <w:rsid w:val="00D15E24"/>
    <w:rsid w:val="00D16029"/>
    <w:rsid w:val="00D16DC2"/>
    <w:rsid w:val="00D2009A"/>
    <w:rsid w:val="00D20AE7"/>
    <w:rsid w:val="00D21A73"/>
    <w:rsid w:val="00D22F61"/>
    <w:rsid w:val="00D23B43"/>
    <w:rsid w:val="00D23C3E"/>
    <w:rsid w:val="00D23D67"/>
    <w:rsid w:val="00D23F03"/>
    <w:rsid w:val="00D24572"/>
    <w:rsid w:val="00D24EAF"/>
    <w:rsid w:val="00D255D9"/>
    <w:rsid w:val="00D25617"/>
    <w:rsid w:val="00D26514"/>
    <w:rsid w:val="00D27571"/>
    <w:rsid w:val="00D31F35"/>
    <w:rsid w:val="00D331A8"/>
    <w:rsid w:val="00D34602"/>
    <w:rsid w:val="00D359A1"/>
    <w:rsid w:val="00D35FF9"/>
    <w:rsid w:val="00D362D1"/>
    <w:rsid w:val="00D365B2"/>
    <w:rsid w:val="00D36D59"/>
    <w:rsid w:val="00D37551"/>
    <w:rsid w:val="00D37A0C"/>
    <w:rsid w:val="00D37EEA"/>
    <w:rsid w:val="00D37FCD"/>
    <w:rsid w:val="00D40554"/>
    <w:rsid w:val="00D412D4"/>
    <w:rsid w:val="00D4161B"/>
    <w:rsid w:val="00D41D19"/>
    <w:rsid w:val="00D4331A"/>
    <w:rsid w:val="00D43463"/>
    <w:rsid w:val="00D4467C"/>
    <w:rsid w:val="00D44A19"/>
    <w:rsid w:val="00D44ECC"/>
    <w:rsid w:val="00D4567A"/>
    <w:rsid w:val="00D45734"/>
    <w:rsid w:val="00D45DD7"/>
    <w:rsid w:val="00D45F43"/>
    <w:rsid w:val="00D46050"/>
    <w:rsid w:val="00D460DA"/>
    <w:rsid w:val="00D471BB"/>
    <w:rsid w:val="00D47575"/>
    <w:rsid w:val="00D47E90"/>
    <w:rsid w:val="00D5010B"/>
    <w:rsid w:val="00D504FA"/>
    <w:rsid w:val="00D50934"/>
    <w:rsid w:val="00D50A09"/>
    <w:rsid w:val="00D50C1D"/>
    <w:rsid w:val="00D50F3D"/>
    <w:rsid w:val="00D51232"/>
    <w:rsid w:val="00D53649"/>
    <w:rsid w:val="00D54DF0"/>
    <w:rsid w:val="00D55300"/>
    <w:rsid w:val="00D57A1C"/>
    <w:rsid w:val="00D57D21"/>
    <w:rsid w:val="00D60073"/>
    <w:rsid w:val="00D61038"/>
    <w:rsid w:val="00D611AB"/>
    <w:rsid w:val="00D61FBF"/>
    <w:rsid w:val="00D6259F"/>
    <w:rsid w:val="00D627A6"/>
    <w:rsid w:val="00D631C5"/>
    <w:rsid w:val="00D63455"/>
    <w:rsid w:val="00D63556"/>
    <w:rsid w:val="00D64684"/>
    <w:rsid w:val="00D647F0"/>
    <w:rsid w:val="00D6530E"/>
    <w:rsid w:val="00D65B2B"/>
    <w:rsid w:val="00D661F0"/>
    <w:rsid w:val="00D6623E"/>
    <w:rsid w:val="00D671BC"/>
    <w:rsid w:val="00D67634"/>
    <w:rsid w:val="00D67F6D"/>
    <w:rsid w:val="00D7001B"/>
    <w:rsid w:val="00D70FAD"/>
    <w:rsid w:val="00D7114D"/>
    <w:rsid w:val="00D711CA"/>
    <w:rsid w:val="00D72324"/>
    <w:rsid w:val="00D72403"/>
    <w:rsid w:val="00D73144"/>
    <w:rsid w:val="00D73261"/>
    <w:rsid w:val="00D73544"/>
    <w:rsid w:val="00D74B8D"/>
    <w:rsid w:val="00D75769"/>
    <w:rsid w:val="00D75D2E"/>
    <w:rsid w:val="00D7634B"/>
    <w:rsid w:val="00D7797B"/>
    <w:rsid w:val="00D801F9"/>
    <w:rsid w:val="00D802D2"/>
    <w:rsid w:val="00D80581"/>
    <w:rsid w:val="00D80CC4"/>
    <w:rsid w:val="00D81BE9"/>
    <w:rsid w:val="00D82A05"/>
    <w:rsid w:val="00D83AA2"/>
    <w:rsid w:val="00D843F0"/>
    <w:rsid w:val="00D845C4"/>
    <w:rsid w:val="00D84E77"/>
    <w:rsid w:val="00D856E3"/>
    <w:rsid w:val="00D86FC2"/>
    <w:rsid w:val="00D87973"/>
    <w:rsid w:val="00D87BB7"/>
    <w:rsid w:val="00D87E4B"/>
    <w:rsid w:val="00D87F84"/>
    <w:rsid w:val="00D9254A"/>
    <w:rsid w:val="00D9254C"/>
    <w:rsid w:val="00D93901"/>
    <w:rsid w:val="00D93BED"/>
    <w:rsid w:val="00D95ABA"/>
    <w:rsid w:val="00D9630B"/>
    <w:rsid w:val="00D96605"/>
    <w:rsid w:val="00D977FA"/>
    <w:rsid w:val="00DA0A0D"/>
    <w:rsid w:val="00DA1A24"/>
    <w:rsid w:val="00DA1D41"/>
    <w:rsid w:val="00DA2073"/>
    <w:rsid w:val="00DA2FF3"/>
    <w:rsid w:val="00DA3365"/>
    <w:rsid w:val="00DA356C"/>
    <w:rsid w:val="00DA36CA"/>
    <w:rsid w:val="00DA3A0F"/>
    <w:rsid w:val="00DA3E1F"/>
    <w:rsid w:val="00DA40FC"/>
    <w:rsid w:val="00DA4A7F"/>
    <w:rsid w:val="00DA4B2C"/>
    <w:rsid w:val="00DA4FFE"/>
    <w:rsid w:val="00DA621D"/>
    <w:rsid w:val="00DA6B49"/>
    <w:rsid w:val="00DA714F"/>
    <w:rsid w:val="00DB06B4"/>
    <w:rsid w:val="00DB0B0B"/>
    <w:rsid w:val="00DB0F0F"/>
    <w:rsid w:val="00DB19D9"/>
    <w:rsid w:val="00DB2641"/>
    <w:rsid w:val="00DB2B4B"/>
    <w:rsid w:val="00DB31E9"/>
    <w:rsid w:val="00DB3734"/>
    <w:rsid w:val="00DB4D12"/>
    <w:rsid w:val="00DB5620"/>
    <w:rsid w:val="00DB5CC2"/>
    <w:rsid w:val="00DB5D55"/>
    <w:rsid w:val="00DB627D"/>
    <w:rsid w:val="00DB642C"/>
    <w:rsid w:val="00DB692A"/>
    <w:rsid w:val="00DB6D2B"/>
    <w:rsid w:val="00DB6D9A"/>
    <w:rsid w:val="00DB7588"/>
    <w:rsid w:val="00DB75D4"/>
    <w:rsid w:val="00DB7843"/>
    <w:rsid w:val="00DB7CDE"/>
    <w:rsid w:val="00DC0108"/>
    <w:rsid w:val="00DC0B73"/>
    <w:rsid w:val="00DC1436"/>
    <w:rsid w:val="00DC20D3"/>
    <w:rsid w:val="00DC2324"/>
    <w:rsid w:val="00DC2B96"/>
    <w:rsid w:val="00DC2E0D"/>
    <w:rsid w:val="00DC2F6C"/>
    <w:rsid w:val="00DC32D9"/>
    <w:rsid w:val="00DC389A"/>
    <w:rsid w:val="00DC44CC"/>
    <w:rsid w:val="00DC4B99"/>
    <w:rsid w:val="00DC4EEA"/>
    <w:rsid w:val="00DC6006"/>
    <w:rsid w:val="00DC63EE"/>
    <w:rsid w:val="00DC78DD"/>
    <w:rsid w:val="00DC7C55"/>
    <w:rsid w:val="00DD078E"/>
    <w:rsid w:val="00DD0B25"/>
    <w:rsid w:val="00DD1BEE"/>
    <w:rsid w:val="00DD1DFA"/>
    <w:rsid w:val="00DD2386"/>
    <w:rsid w:val="00DD23A6"/>
    <w:rsid w:val="00DD297C"/>
    <w:rsid w:val="00DD2EED"/>
    <w:rsid w:val="00DD38A0"/>
    <w:rsid w:val="00DD3912"/>
    <w:rsid w:val="00DD3D7E"/>
    <w:rsid w:val="00DD451A"/>
    <w:rsid w:val="00DD45A8"/>
    <w:rsid w:val="00DD4E8A"/>
    <w:rsid w:val="00DD55B5"/>
    <w:rsid w:val="00DD573A"/>
    <w:rsid w:val="00DD6520"/>
    <w:rsid w:val="00DD6A0F"/>
    <w:rsid w:val="00DD78A2"/>
    <w:rsid w:val="00DE07D7"/>
    <w:rsid w:val="00DE088B"/>
    <w:rsid w:val="00DE0FC4"/>
    <w:rsid w:val="00DE18FA"/>
    <w:rsid w:val="00DE3269"/>
    <w:rsid w:val="00DE3866"/>
    <w:rsid w:val="00DE5332"/>
    <w:rsid w:val="00DE5974"/>
    <w:rsid w:val="00DE5B87"/>
    <w:rsid w:val="00DE62C8"/>
    <w:rsid w:val="00DE67A2"/>
    <w:rsid w:val="00DE67E1"/>
    <w:rsid w:val="00DE74E0"/>
    <w:rsid w:val="00DE770E"/>
    <w:rsid w:val="00DE7F5C"/>
    <w:rsid w:val="00DF1633"/>
    <w:rsid w:val="00DF1ADC"/>
    <w:rsid w:val="00DF1B1A"/>
    <w:rsid w:val="00DF2CB5"/>
    <w:rsid w:val="00DF2FD5"/>
    <w:rsid w:val="00DF3D9C"/>
    <w:rsid w:val="00DF4708"/>
    <w:rsid w:val="00DF4ABF"/>
    <w:rsid w:val="00DF5528"/>
    <w:rsid w:val="00DF5573"/>
    <w:rsid w:val="00DF70E9"/>
    <w:rsid w:val="00DF7189"/>
    <w:rsid w:val="00DF73CF"/>
    <w:rsid w:val="00DF7DB5"/>
    <w:rsid w:val="00E00863"/>
    <w:rsid w:val="00E03F3B"/>
    <w:rsid w:val="00E0433E"/>
    <w:rsid w:val="00E0440B"/>
    <w:rsid w:val="00E05246"/>
    <w:rsid w:val="00E07C83"/>
    <w:rsid w:val="00E10E72"/>
    <w:rsid w:val="00E1137D"/>
    <w:rsid w:val="00E11A14"/>
    <w:rsid w:val="00E12368"/>
    <w:rsid w:val="00E12799"/>
    <w:rsid w:val="00E1310F"/>
    <w:rsid w:val="00E1365F"/>
    <w:rsid w:val="00E13BCD"/>
    <w:rsid w:val="00E1435E"/>
    <w:rsid w:val="00E14AA5"/>
    <w:rsid w:val="00E15FBD"/>
    <w:rsid w:val="00E16052"/>
    <w:rsid w:val="00E16FA5"/>
    <w:rsid w:val="00E1701F"/>
    <w:rsid w:val="00E175FF"/>
    <w:rsid w:val="00E1783E"/>
    <w:rsid w:val="00E2038F"/>
    <w:rsid w:val="00E203C8"/>
    <w:rsid w:val="00E2083C"/>
    <w:rsid w:val="00E20DD5"/>
    <w:rsid w:val="00E20DE3"/>
    <w:rsid w:val="00E21A6D"/>
    <w:rsid w:val="00E22167"/>
    <w:rsid w:val="00E2270E"/>
    <w:rsid w:val="00E227C1"/>
    <w:rsid w:val="00E22914"/>
    <w:rsid w:val="00E22BAA"/>
    <w:rsid w:val="00E22F4A"/>
    <w:rsid w:val="00E23437"/>
    <w:rsid w:val="00E23F91"/>
    <w:rsid w:val="00E240B2"/>
    <w:rsid w:val="00E256A9"/>
    <w:rsid w:val="00E25712"/>
    <w:rsid w:val="00E25B30"/>
    <w:rsid w:val="00E25BBE"/>
    <w:rsid w:val="00E264C5"/>
    <w:rsid w:val="00E26535"/>
    <w:rsid w:val="00E27F16"/>
    <w:rsid w:val="00E3002E"/>
    <w:rsid w:val="00E3005C"/>
    <w:rsid w:val="00E3096B"/>
    <w:rsid w:val="00E31E30"/>
    <w:rsid w:val="00E31FEB"/>
    <w:rsid w:val="00E32507"/>
    <w:rsid w:val="00E32642"/>
    <w:rsid w:val="00E32829"/>
    <w:rsid w:val="00E329C8"/>
    <w:rsid w:val="00E33144"/>
    <w:rsid w:val="00E33E7F"/>
    <w:rsid w:val="00E35AF1"/>
    <w:rsid w:val="00E36260"/>
    <w:rsid w:val="00E364AD"/>
    <w:rsid w:val="00E37B39"/>
    <w:rsid w:val="00E37BF3"/>
    <w:rsid w:val="00E37E26"/>
    <w:rsid w:val="00E40125"/>
    <w:rsid w:val="00E40B17"/>
    <w:rsid w:val="00E40EE4"/>
    <w:rsid w:val="00E40F04"/>
    <w:rsid w:val="00E419AA"/>
    <w:rsid w:val="00E41DD9"/>
    <w:rsid w:val="00E41F60"/>
    <w:rsid w:val="00E434E6"/>
    <w:rsid w:val="00E436B0"/>
    <w:rsid w:val="00E438A4"/>
    <w:rsid w:val="00E43E13"/>
    <w:rsid w:val="00E44081"/>
    <w:rsid w:val="00E443F2"/>
    <w:rsid w:val="00E44444"/>
    <w:rsid w:val="00E45695"/>
    <w:rsid w:val="00E464B7"/>
    <w:rsid w:val="00E46938"/>
    <w:rsid w:val="00E46FDA"/>
    <w:rsid w:val="00E50428"/>
    <w:rsid w:val="00E50C90"/>
    <w:rsid w:val="00E50CA2"/>
    <w:rsid w:val="00E52F2F"/>
    <w:rsid w:val="00E531E8"/>
    <w:rsid w:val="00E535A5"/>
    <w:rsid w:val="00E54ACC"/>
    <w:rsid w:val="00E55300"/>
    <w:rsid w:val="00E55807"/>
    <w:rsid w:val="00E55F10"/>
    <w:rsid w:val="00E562DF"/>
    <w:rsid w:val="00E5640C"/>
    <w:rsid w:val="00E576FD"/>
    <w:rsid w:val="00E57DD2"/>
    <w:rsid w:val="00E60632"/>
    <w:rsid w:val="00E60873"/>
    <w:rsid w:val="00E60F58"/>
    <w:rsid w:val="00E612F2"/>
    <w:rsid w:val="00E620FC"/>
    <w:rsid w:val="00E629C6"/>
    <w:rsid w:val="00E62BFD"/>
    <w:rsid w:val="00E63013"/>
    <w:rsid w:val="00E635B7"/>
    <w:rsid w:val="00E63709"/>
    <w:rsid w:val="00E64300"/>
    <w:rsid w:val="00E6477D"/>
    <w:rsid w:val="00E647A5"/>
    <w:rsid w:val="00E64AF7"/>
    <w:rsid w:val="00E6569C"/>
    <w:rsid w:val="00E6664B"/>
    <w:rsid w:val="00E6698B"/>
    <w:rsid w:val="00E67943"/>
    <w:rsid w:val="00E708CE"/>
    <w:rsid w:val="00E71097"/>
    <w:rsid w:val="00E710D3"/>
    <w:rsid w:val="00E72086"/>
    <w:rsid w:val="00E720FB"/>
    <w:rsid w:val="00E728C9"/>
    <w:rsid w:val="00E73602"/>
    <w:rsid w:val="00E73B30"/>
    <w:rsid w:val="00E73CD0"/>
    <w:rsid w:val="00E7405A"/>
    <w:rsid w:val="00E7417B"/>
    <w:rsid w:val="00E742F0"/>
    <w:rsid w:val="00E7435C"/>
    <w:rsid w:val="00E74647"/>
    <w:rsid w:val="00E75419"/>
    <w:rsid w:val="00E754B5"/>
    <w:rsid w:val="00E76E7E"/>
    <w:rsid w:val="00E777A4"/>
    <w:rsid w:val="00E77818"/>
    <w:rsid w:val="00E800D5"/>
    <w:rsid w:val="00E80109"/>
    <w:rsid w:val="00E801FF"/>
    <w:rsid w:val="00E80FD0"/>
    <w:rsid w:val="00E81FE0"/>
    <w:rsid w:val="00E82554"/>
    <w:rsid w:val="00E82FC4"/>
    <w:rsid w:val="00E8305F"/>
    <w:rsid w:val="00E8367B"/>
    <w:rsid w:val="00E83F7E"/>
    <w:rsid w:val="00E8471D"/>
    <w:rsid w:val="00E847D5"/>
    <w:rsid w:val="00E851D3"/>
    <w:rsid w:val="00E85503"/>
    <w:rsid w:val="00E85D00"/>
    <w:rsid w:val="00E8658A"/>
    <w:rsid w:val="00E868C8"/>
    <w:rsid w:val="00E86B77"/>
    <w:rsid w:val="00E87040"/>
    <w:rsid w:val="00E903FF"/>
    <w:rsid w:val="00E904DD"/>
    <w:rsid w:val="00E90BB7"/>
    <w:rsid w:val="00E913A2"/>
    <w:rsid w:val="00E915FA"/>
    <w:rsid w:val="00E91A3D"/>
    <w:rsid w:val="00E91CE1"/>
    <w:rsid w:val="00E925E0"/>
    <w:rsid w:val="00E92B16"/>
    <w:rsid w:val="00E9359F"/>
    <w:rsid w:val="00E93960"/>
    <w:rsid w:val="00E940C3"/>
    <w:rsid w:val="00E94926"/>
    <w:rsid w:val="00E94EA2"/>
    <w:rsid w:val="00E95044"/>
    <w:rsid w:val="00E9520D"/>
    <w:rsid w:val="00E95D5C"/>
    <w:rsid w:val="00E96382"/>
    <w:rsid w:val="00E96678"/>
    <w:rsid w:val="00E9705C"/>
    <w:rsid w:val="00E97518"/>
    <w:rsid w:val="00EA04C9"/>
    <w:rsid w:val="00EA0706"/>
    <w:rsid w:val="00EA096D"/>
    <w:rsid w:val="00EA16AE"/>
    <w:rsid w:val="00EA18F7"/>
    <w:rsid w:val="00EA1923"/>
    <w:rsid w:val="00EA1C61"/>
    <w:rsid w:val="00EA29DC"/>
    <w:rsid w:val="00EA373C"/>
    <w:rsid w:val="00EA394C"/>
    <w:rsid w:val="00EA3BA3"/>
    <w:rsid w:val="00EA4057"/>
    <w:rsid w:val="00EA414C"/>
    <w:rsid w:val="00EA447E"/>
    <w:rsid w:val="00EA4765"/>
    <w:rsid w:val="00EA4C02"/>
    <w:rsid w:val="00EA581C"/>
    <w:rsid w:val="00EA5DE3"/>
    <w:rsid w:val="00EA781C"/>
    <w:rsid w:val="00EA7D7A"/>
    <w:rsid w:val="00EB05DA"/>
    <w:rsid w:val="00EB0BC7"/>
    <w:rsid w:val="00EB16AD"/>
    <w:rsid w:val="00EB2339"/>
    <w:rsid w:val="00EB24F2"/>
    <w:rsid w:val="00EB359D"/>
    <w:rsid w:val="00EB3FDE"/>
    <w:rsid w:val="00EB466C"/>
    <w:rsid w:val="00EB4D1F"/>
    <w:rsid w:val="00EB5488"/>
    <w:rsid w:val="00EB5682"/>
    <w:rsid w:val="00EB5709"/>
    <w:rsid w:val="00EB63BF"/>
    <w:rsid w:val="00EB64FA"/>
    <w:rsid w:val="00EB66B8"/>
    <w:rsid w:val="00EB6F47"/>
    <w:rsid w:val="00EB6FBD"/>
    <w:rsid w:val="00EB7312"/>
    <w:rsid w:val="00EB7343"/>
    <w:rsid w:val="00EB7972"/>
    <w:rsid w:val="00EC012F"/>
    <w:rsid w:val="00EC02B3"/>
    <w:rsid w:val="00EC04EE"/>
    <w:rsid w:val="00EC0800"/>
    <w:rsid w:val="00EC139B"/>
    <w:rsid w:val="00EC1489"/>
    <w:rsid w:val="00EC19D4"/>
    <w:rsid w:val="00EC25D0"/>
    <w:rsid w:val="00EC2956"/>
    <w:rsid w:val="00EC2DB6"/>
    <w:rsid w:val="00EC334D"/>
    <w:rsid w:val="00EC3813"/>
    <w:rsid w:val="00EC48CC"/>
    <w:rsid w:val="00EC4B2D"/>
    <w:rsid w:val="00EC512F"/>
    <w:rsid w:val="00EC5880"/>
    <w:rsid w:val="00EC5BE3"/>
    <w:rsid w:val="00EC6F11"/>
    <w:rsid w:val="00EC74C2"/>
    <w:rsid w:val="00EC79E4"/>
    <w:rsid w:val="00EC7A60"/>
    <w:rsid w:val="00EC7FB8"/>
    <w:rsid w:val="00ED1574"/>
    <w:rsid w:val="00ED2911"/>
    <w:rsid w:val="00ED2A17"/>
    <w:rsid w:val="00ED3DD3"/>
    <w:rsid w:val="00ED4277"/>
    <w:rsid w:val="00ED582D"/>
    <w:rsid w:val="00ED5C37"/>
    <w:rsid w:val="00ED6489"/>
    <w:rsid w:val="00ED6D09"/>
    <w:rsid w:val="00ED7748"/>
    <w:rsid w:val="00ED77E7"/>
    <w:rsid w:val="00ED7C49"/>
    <w:rsid w:val="00EE00C8"/>
    <w:rsid w:val="00EE0C81"/>
    <w:rsid w:val="00EE1221"/>
    <w:rsid w:val="00EE22E2"/>
    <w:rsid w:val="00EE372A"/>
    <w:rsid w:val="00EE475C"/>
    <w:rsid w:val="00EE65AB"/>
    <w:rsid w:val="00EE6C61"/>
    <w:rsid w:val="00EE709B"/>
    <w:rsid w:val="00EE7415"/>
    <w:rsid w:val="00EE7E5F"/>
    <w:rsid w:val="00EF18B3"/>
    <w:rsid w:val="00EF1967"/>
    <w:rsid w:val="00EF1A28"/>
    <w:rsid w:val="00EF1C63"/>
    <w:rsid w:val="00EF2A3C"/>
    <w:rsid w:val="00EF3601"/>
    <w:rsid w:val="00EF421C"/>
    <w:rsid w:val="00EF42B4"/>
    <w:rsid w:val="00EF4FC5"/>
    <w:rsid w:val="00EF5575"/>
    <w:rsid w:val="00EF5849"/>
    <w:rsid w:val="00EF743F"/>
    <w:rsid w:val="00EF754A"/>
    <w:rsid w:val="00EF7B72"/>
    <w:rsid w:val="00F00EF1"/>
    <w:rsid w:val="00F01369"/>
    <w:rsid w:val="00F01592"/>
    <w:rsid w:val="00F01D4A"/>
    <w:rsid w:val="00F020DC"/>
    <w:rsid w:val="00F02D4C"/>
    <w:rsid w:val="00F02DDD"/>
    <w:rsid w:val="00F02E44"/>
    <w:rsid w:val="00F030EE"/>
    <w:rsid w:val="00F04295"/>
    <w:rsid w:val="00F06078"/>
    <w:rsid w:val="00F068A4"/>
    <w:rsid w:val="00F06C4B"/>
    <w:rsid w:val="00F06E94"/>
    <w:rsid w:val="00F07B47"/>
    <w:rsid w:val="00F11325"/>
    <w:rsid w:val="00F11345"/>
    <w:rsid w:val="00F13082"/>
    <w:rsid w:val="00F13BC9"/>
    <w:rsid w:val="00F140A9"/>
    <w:rsid w:val="00F14B88"/>
    <w:rsid w:val="00F14C84"/>
    <w:rsid w:val="00F14C95"/>
    <w:rsid w:val="00F14E40"/>
    <w:rsid w:val="00F14FEA"/>
    <w:rsid w:val="00F15622"/>
    <w:rsid w:val="00F15765"/>
    <w:rsid w:val="00F15B7D"/>
    <w:rsid w:val="00F169B4"/>
    <w:rsid w:val="00F171BD"/>
    <w:rsid w:val="00F179D2"/>
    <w:rsid w:val="00F179F5"/>
    <w:rsid w:val="00F200F2"/>
    <w:rsid w:val="00F20911"/>
    <w:rsid w:val="00F221F4"/>
    <w:rsid w:val="00F22706"/>
    <w:rsid w:val="00F22785"/>
    <w:rsid w:val="00F22F9A"/>
    <w:rsid w:val="00F23565"/>
    <w:rsid w:val="00F23CA7"/>
    <w:rsid w:val="00F24053"/>
    <w:rsid w:val="00F2470D"/>
    <w:rsid w:val="00F247D5"/>
    <w:rsid w:val="00F24DDE"/>
    <w:rsid w:val="00F24DFB"/>
    <w:rsid w:val="00F25714"/>
    <w:rsid w:val="00F25CE7"/>
    <w:rsid w:val="00F26290"/>
    <w:rsid w:val="00F26D07"/>
    <w:rsid w:val="00F303EA"/>
    <w:rsid w:val="00F30DA5"/>
    <w:rsid w:val="00F321E6"/>
    <w:rsid w:val="00F32A7F"/>
    <w:rsid w:val="00F339B3"/>
    <w:rsid w:val="00F339E8"/>
    <w:rsid w:val="00F33F07"/>
    <w:rsid w:val="00F345AE"/>
    <w:rsid w:val="00F34AD1"/>
    <w:rsid w:val="00F35384"/>
    <w:rsid w:val="00F359E0"/>
    <w:rsid w:val="00F35B45"/>
    <w:rsid w:val="00F36982"/>
    <w:rsid w:val="00F36FC5"/>
    <w:rsid w:val="00F3700F"/>
    <w:rsid w:val="00F37616"/>
    <w:rsid w:val="00F410FD"/>
    <w:rsid w:val="00F412BE"/>
    <w:rsid w:val="00F417C7"/>
    <w:rsid w:val="00F4244A"/>
    <w:rsid w:val="00F424B5"/>
    <w:rsid w:val="00F42E09"/>
    <w:rsid w:val="00F4404E"/>
    <w:rsid w:val="00F44111"/>
    <w:rsid w:val="00F44253"/>
    <w:rsid w:val="00F44867"/>
    <w:rsid w:val="00F4493A"/>
    <w:rsid w:val="00F44F7F"/>
    <w:rsid w:val="00F47486"/>
    <w:rsid w:val="00F47998"/>
    <w:rsid w:val="00F47A27"/>
    <w:rsid w:val="00F47CB0"/>
    <w:rsid w:val="00F501D1"/>
    <w:rsid w:val="00F502B3"/>
    <w:rsid w:val="00F5118F"/>
    <w:rsid w:val="00F5193A"/>
    <w:rsid w:val="00F51ECF"/>
    <w:rsid w:val="00F5210B"/>
    <w:rsid w:val="00F5264A"/>
    <w:rsid w:val="00F5338C"/>
    <w:rsid w:val="00F534EB"/>
    <w:rsid w:val="00F53BD3"/>
    <w:rsid w:val="00F5431D"/>
    <w:rsid w:val="00F54427"/>
    <w:rsid w:val="00F54C6D"/>
    <w:rsid w:val="00F5582B"/>
    <w:rsid w:val="00F55B64"/>
    <w:rsid w:val="00F564ED"/>
    <w:rsid w:val="00F567B1"/>
    <w:rsid w:val="00F576A8"/>
    <w:rsid w:val="00F57C5C"/>
    <w:rsid w:val="00F57E52"/>
    <w:rsid w:val="00F57F4B"/>
    <w:rsid w:val="00F6022A"/>
    <w:rsid w:val="00F610D2"/>
    <w:rsid w:val="00F61122"/>
    <w:rsid w:val="00F611BD"/>
    <w:rsid w:val="00F618FE"/>
    <w:rsid w:val="00F61F66"/>
    <w:rsid w:val="00F624D6"/>
    <w:rsid w:val="00F62FFF"/>
    <w:rsid w:val="00F64225"/>
    <w:rsid w:val="00F642D2"/>
    <w:rsid w:val="00F6530E"/>
    <w:rsid w:val="00F66EE5"/>
    <w:rsid w:val="00F673A1"/>
    <w:rsid w:val="00F679EA"/>
    <w:rsid w:val="00F7005B"/>
    <w:rsid w:val="00F7101B"/>
    <w:rsid w:val="00F710F0"/>
    <w:rsid w:val="00F714BE"/>
    <w:rsid w:val="00F71744"/>
    <w:rsid w:val="00F720C0"/>
    <w:rsid w:val="00F72614"/>
    <w:rsid w:val="00F740D8"/>
    <w:rsid w:val="00F74234"/>
    <w:rsid w:val="00F74524"/>
    <w:rsid w:val="00F75825"/>
    <w:rsid w:val="00F75B3A"/>
    <w:rsid w:val="00F76011"/>
    <w:rsid w:val="00F76586"/>
    <w:rsid w:val="00F8041E"/>
    <w:rsid w:val="00F8166E"/>
    <w:rsid w:val="00F817DC"/>
    <w:rsid w:val="00F81FC2"/>
    <w:rsid w:val="00F82033"/>
    <w:rsid w:val="00F82967"/>
    <w:rsid w:val="00F83953"/>
    <w:rsid w:val="00F84AC0"/>
    <w:rsid w:val="00F84C74"/>
    <w:rsid w:val="00F85951"/>
    <w:rsid w:val="00F859AD"/>
    <w:rsid w:val="00F85BB8"/>
    <w:rsid w:val="00F85DAA"/>
    <w:rsid w:val="00F866D6"/>
    <w:rsid w:val="00F86F03"/>
    <w:rsid w:val="00F87606"/>
    <w:rsid w:val="00F8777D"/>
    <w:rsid w:val="00F87E45"/>
    <w:rsid w:val="00F90895"/>
    <w:rsid w:val="00F9132F"/>
    <w:rsid w:val="00F91AFD"/>
    <w:rsid w:val="00F91DE9"/>
    <w:rsid w:val="00F92CF8"/>
    <w:rsid w:val="00F95284"/>
    <w:rsid w:val="00F95A61"/>
    <w:rsid w:val="00F95CCC"/>
    <w:rsid w:val="00F97DA5"/>
    <w:rsid w:val="00FA082C"/>
    <w:rsid w:val="00FA1083"/>
    <w:rsid w:val="00FA1B1B"/>
    <w:rsid w:val="00FA1E9A"/>
    <w:rsid w:val="00FA25D1"/>
    <w:rsid w:val="00FA2996"/>
    <w:rsid w:val="00FA2B30"/>
    <w:rsid w:val="00FA3271"/>
    <w:rsid w:val="00FA3ADB"/>
    <w:rsid w:val="00FA3F70"/>
    <w:rsid w:val="00FA50EA"/>
    <w:rsid w:val="00FA564F"/>
    <w:rsid w:val="00FA5C49"/>
    <w:rsid w:val="00FA5F92"/>
    <w:rsid w:val="00FA66DA"/>
    <w:rsid w:val="00FA6B58"/>
    <w:rsid w:val="00FA70E7"/>
    <w:rsid w:val="00FA718A"/>
    <w:rsid w:val="00FA77AC"/>
    <w:rsid w:val="00FA7838"/>
    <w:rsid w:val="00FB0AB1"/>
    <w:rsid w:val="00FB16DB"/>
    <w:rsid w:val="00FB1745"/>
    <w:rsid w:val="00FB1E44"/>
    <w:rsid w:val="00FB24BC"/>
    <w:rsid w:val="00FB2A8D"/>
    <w:rsid w:val="00FB2C73"/>
    <w:rsid w:val="00FB40CF"/>
    <w:rsid w:val="00FB4378"/>
    <w:rsid w:val="00FB43B8"/>
    <w:rsid w:val="00FB4D4A"/>
    <w:rsid w:val="00FB4FE2"/>
    <w:rsid w:val="00FB694D"/>
    <w:rsid w:val="00FB76DC"/>
    <w:rsid w:val="00FB7741"/>
    <w:rsid w:val="00FB77C7"/>
    <w:rsid w:val="00FC00E8"/>
    <w:rsid w:val="00FC0C39"/>
    <w:rsid w:val="00FC0D8A"/>
    <w:rsid w:val="00FC21C4"/>
    <w:rsid w:val="00FC28A1"/>
    <w:rsid w:val="00FC2ECE"/>
    <w:rsid w:val="00FC312E"/>
    <w:rsid w:val="00FC352B"/>
    <w:rsid w:val="00FC5267"/>
    <w:rsid w:val="00FC5623"/>
    <w:rsid w:val="00FC626D"/>
    <w:rsid w:val="00FC64A5"/>
    <w:rsid w:val="00FC6572"/>
    <w:rsid w:val="00FC6A35"/>
    <w:rsid w:val="00FC6B7F"/>
    <w:rsid w:val="00FC6F31"/>
    <w:rsid w:val="00FD08F2"/>
    <w:rsid w:val="00FD0C91"/>
    <w:rsid w:val="00FD10E6"/>
    <w:rsid w:val="00FD132A"/>
    <w:rsid w:val="00FD1B32"/>
    <w:rsid w:val="00FD22BD"/>
    <w:rsid w:val="00FD3ED5"/>
    <w:rsid w:val="00FD4006"/>
    <w:rsid w:val="00FD484A"/>
    <w:rsid w:val="00FD4B5A"/>
    <w:rsid w:val="00FD4D89"/>
    <w:rsid w:val="00FD5685"/>
    <w:rsid w:val="00FD572C"/>
    <w:rsid w:val="00FD586F"/>
    <w:rsid w:val="00FD58D6"/>
    <w:rsid w:val="00FD59F6"/>
    <w:rsid w:val="00FD603A"/>
    <w:rsid w:val="00FD66C4"/>
    <w:rsid w:val="00FD688B"/>
    <w:rsid w:val="00FD6A9B"/>
    <w:rsid w:val="00FD6B65"/>
    <w:rsid w:val="00FD6C46"/>
    <w:rsid w:val="00FD74A6"/>
    <w:rsid w:val="00FE0415"/>
    <w:rsid w:val="00FE0FB4"/>
    <w:rsid w:val="00FE183B"/>
    <w:rsid w:val="00FE215D"/>
    <w:rsid w:val="00FE22F2"/>
    <w:rsid w:val="00FE2B8D"/>
    <w:rsid w:val="00FE2CDC"/>
    <w:rsid w:val="00FE328F"/>
    <w:rsid w:val="00FE4078"/>
    <w:rsid w:val="00FE4183"/>
    <w:rsid w:val="00FE4FE8"/>
    <w:rsid w:val="00FE61EE"/>
    <w:rsid w:val="00FE6221"/>
    <w:rsid w:val="00FE65BD"/>
    <w:rsid w:val="00FE696B"/>
    <w:rsid w:val="00FE6BB0"/>
    <w:rsid w:val="00FE6F85"/>
    <w:rsid w:val="00FE79B3"/>
    <w:rsid w:val="00FF0BCD"/>
    <w:rsid w:val="00FF108E"/>
    <w:rsid w:val="00FF1C7D"/>
    <w:rsid w:val="00FF1C95"/>
    <w:rsid w:val="00FF22F6"/>
    <w:rsid w:val="00FF2594"/>
    <w:rsid w:val="00FF2895"/>
    <w:rsid w:val="00FF2E26"/>
    <w:rsid w:val="00FF3C11"/>
    <w:rsid w:val="00FF3E49"/>
    <w:rsid w:val="00FF4070"/>
    <w:rsid w:val="00FF576C"/>
    <w:rsid w:val="00FF577B"/>
    <w:rsid w:val="00FF6473"/>
    <w:rsid w:val="00FF71CE"/>
    <w:rsid w:val="00FF7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39BF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3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039BF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03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39BF"/>
    <w:rPr>
      <w:rFonts w:ascii="Calibri" w:eastAsia="Times New Roman" w:hAnsi="Calibri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9039B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A05B0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7A8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5A4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lantova\Desktop\P&#344;IPRAVA\R.V&#253;tahu%20DM%20Klatovy\05.%20P&#345;.%20&#269;.%204%20Souhlas%20s%20uve&#345;ejn&#283;n&#237;m%20smlouv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DF6EABF6784643845FB9B99BDD4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C4F227-6A91-4101-8787-C72837483A15}"/>
      </w:docPartPr>
      <w:docPartBody>
        <w:p w:rsidR="00856D3E" w:rsidRDefault="00162FAB">
          <w:pPr>
            <w:pStyle w:val="23DF6EABF6784643845FB9B99BDD4430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383128351E24DC8B8B1853D86FD7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27041A-6CEA-4E61-8C07-9737BA6C766D}"/>
      </w:docPartPr>
      <w:docPartBody>
        <w:p w:rsidR="00856D3E" w:rsidRDefault="00162FAB">
          <w:pPr>
            <w:pStyle w:val="0383128351E24DC8B8B1853D86FD7B94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BB06545568DD475182961D3A8FBF1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12797-3C2C-4472-9155-2C129910FC7C}"/>
      </w:docPartPr>
      <w:docPartBody>
        <w:p w:rsidR="00856D3E" w:rsidRDefault="00162FAB">
          <w:pPr>
            <w:pStyle w:val="BB06545568DD475182961D3A8FBF11A9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33F426F9964C40DF8B66D29281656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047C23-FD23-4946-AC1F-968AFE0CAD18}"/>
      </w:docPartPr>
      <w:docPartBody>
        <w:p w:rsidR="00856D3E" w:rsidRDefault="00162FAB">
          <w:pPr>
            <w:pStyle w:val="33F426F9964C40DF8B66D29281656136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AD9393FF9DA54FB684A673655A59FE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78E661-E9A4-456F-AFA7-6777411B2B68}"/>
      </w:docPartPr>
      <w:docPartBody>
        <w:p w:rsidR="00856D3E" w:rsidRDefault="00162FAB">
          <w:pPr>
            <w:pStyle w:val="AD9393FF9DA54FB684A673655A59FEF7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9E6057A8858544519526A2DEE879C2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F435B-241A-415F-B462-D413A11FEF93}"/>
      </w:docPartPr>
      <w:docPartBody>
        <w:p w:rsidR="00856D3E" w:rsidRDefault="00162FAB">
          <w:pPr>
            <w:pStyle w:val="9E6057A8858544519526A2DEE879C27E"/>
          </w:pPr>
          <w:r w:rsidRPr="00060ED0">
            <w:rPr>
              <w:rFonts w:cstheme="minorHAnsi"/>
              <w:sz w:val="19"/>
              <w:szCs w:val="19"/>
              <w:highlight w:val="green"/>
            </w:rPr>
            <w:t>---</w:t>
          </w:r>
        </w:p>
      </w:docPartBody>
    </w:docPart>
    <w:docPart>
      <w:docPartPr>
        <w:name w:val="01300CE711F346B0B6C304528AAEF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593C2-27EE-4559-ACCD-CC2123A77F51}"/>
      </w:docPartPr>
      <w:docPartBody>
        <w:p w:rsidR="00856D3E" w:rsidRDefault="00162FAB">
          <w:pPr>
            <w:pStyle w:val="01300CE711F346B0B6C304528AAEF22F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62628AC35B4B4E8F856F5B4C4B40A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E65EA-CDB3-4887-A208-A0EB97EEFBEF}"/>
      </w:docPartPr>
      <w:docPartBody>
        <w:p w:rsidR="00856D3E" w:rsidRDefault="00162FAB">
          <w:pPr>
            <w:pStyle w:val="62628AC35B4B4E8F856F5B4C4B40A946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F19DC6BF2DE446F7A8D1179566710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48B06-326F-4B11-AC8F-D100220DC8D9}"/>
      </w:docPartPr>
      <w:docPartBody>
        <w:p w:rsidR="00856D3E" w:rsidRDefault="00162FAB">
          <w:pPr>
            <w:pStyle w:val="F19DC6BF2DE446F7A8D1179566710B45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8FA12961647B41229990008D0A8F7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50F00A-B562-4FAC-A27A-46019C2DB9DE}"/>
      </w:docPartPr>
      <w:docPartBody>
        <w:p w:rsidR="00856D3E" w:rsidRDefault="00162FAB">
          <w:pPr>
            <w:pStyle w:val="8FA12961647B41229990008D0A8F7A29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1569E630C882497C963B8D092AD1EE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7D9B0-FFA0-48EE-9F2A-14392032B584}"/>
      </w:docPartPr>
      <w:docPartBody>
        <w:p w:rsidR="00E06B90" w:rsidRPr="00D123B0" w:rsidRDefault="00162FAB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856D3E" w:rsidRDefault="00162FAB">
          <w:pPr>
            <w:pStyle w:val="1569E630C882497C963B8D092AD1EEA0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  <w:docPart>
      <w:docPartPr>
        <w:name w:val="CB841E7B579C454F905FF132360C50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073E29-73C7-4EE2-B992-DEFF6F4A0097}"/>
      </w:docPartPr>
      <w:docPartBody>
        <w:p w:rsidR="00000000" w:rsidRDefault="00856D3E" w:rsidP="00856D3E">
          <w:pPr>
            <w:pStyle w:val="CB841E7B579C454F905FF132360C50AC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62FAB"/>
    <w:rsid w:val="00162FAB"/>
    <w:rsid w:val="0085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3DF6EABF6784643845FB9B99BDD4430">
    <w:name w:val="23DF6EABF6784643845FB9B99BDD4430"/>
    <w:rsid w:val="00856D3E"/>
  </w:style>
  <w:style w:type="paragraph" w:customStyle="1" w:styleId="0383128351E24DC8B8B1853D86FD7B94">
    <w:name w:val="0383128351E24DC8B8B1853D86FD7B94"/>
    <w:rsid w:val="00856D3E"/>
  </w:style>
  <w:style w:type="paragraph" w:customStyle="1" w:styleId="BB06545568DD475182961D3A8FBF11A9">
    <w:name w:val="BB06545568DD475182961D3A8FBF11A9"/>
    <w:rsid w:val="00856D3E"/>
  </w:style>
  <w:style w:type="paragraph" w:customStyle="1" w:styleId="33F426F9964C40DF8B66D29281656136">
    <w:name w:val="33F426F9964C40DF8B66D29281656136"/>
    <w:rsid w:val="00856D3E"/>
  </w:style>
  <w:style w:type="paragraph" w:customStyle="1" w:styleId="AD9393FF9DA54FB684A673655A59FEF7">
    <w:name w:val="AD9393FF9DA54FB684A673655A59FEF7"/>
    <w:rsid w:val="00856D3E"/>
  </w:style>
  <w:style w:type="paragraph" w:customStyle="1" w:styleId="5334D9A17A5E44A09C08DA39312EE816">
    <w:name w:val="5334D9A17A5E44A09C08DA39312EE816"/>
    <w:rsid w:val="00856D3E"/>
  </w:style>
  <w:style w:type="paragraph" w:customStyle="1" w:styleId="9E6057A8858544519526A2DEE879C27E">
    <w:name w:val="9E6057A8858544519526A2DEE879C27E"/>
    <w:rsid w:val="00856D3E"/>
  </w:style>
  <w:style w:type="paragraph" w:customStyle="1" w:styleId="01300CE711F346B0B6C304528AAEF22F">
    <w:name w:val="01300CE711F346B0B6C304528AAEF22F"/>
    <w:rsid w:val="00856D3E"/>
  </w:style>
  <w:style w:type="paragraph" w:customStyle="1" w:styleId="62628AC35B4B4E8F856F5B4C4B40A946">
    <w:name w:val="62628AC35B4B4E8F856F5B4C4B40A946"/>
    <w:rsid w:val="00856D3E"/>
  </w:style>
  <w:style w:type="paragraph" w:customStyle="1" w:styleId="F19DC6BF2DE446F7A8D1179566710B45">
    <w:name w:val="F19DC6BF2DE446F7A8D1179566710B45"/>
    <w:rsid w:val="00856D3E"/>
  </w:style>
  <w:style w:type="paragraph" w:customStyle="1" w:styleId="8FA12961647B41229990008D0A8F7A29">
    <w:name w:val="8FA12961647B41229990008D0A8F7A29"/>
    <w:rsid w:val="00856D3E"/>
  </w:style>
  <w:style w:type="paragraph" w:customStyle="1" w:styleId="1569E630C882497C963B8D092AD1EEA0">
    <w:name w:val="1569E630C882497C963B8D092AD1EEA0"/>
    <w:rsid w:val="00856D3E"/>
  </w:style>
  <w:style w:type="paragraph" w:customStyle="1" w:styleId="CB841E7B579C454F905FF132360C50AC">
    <w:name w:val="CB841E7B579C454F905FF132360C50AC"/>
    <w:rsid w:val="00856D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D0F5A-AC69-42B5-9FFB-5F7F011E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05. Př. č. 4 Souhlas s uveřejněním smlouvy.dotx</Template>
  <TotalTime>1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2</cp:revision>
  <dcterms:created xsi:type="dcterms:W3CDTF">2016-09-21T11:29:00Z</dcterms:created>
  <dcterms:modified xsi:type="dcterms:W3CDTF">2016-09-21T11:29:00Z</dcterms:modified>
</cp:coreProperties>
</file>